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5FB7D177" w:rsidR="004D4D73" w:rsidRPr="000B5522" w:rsidRDefault="00954D87" w:rsidP="000B5522">
          <w:pPr>
            <w:tabs>
              <w:tab w:val="left" w:pos="1848"/>
            </w:tabs>
            <w:sectPr w:rsidR="004D4D73" w:rsidRPr="000B5522" w:rsidSect="00AE1935">
              <w:headerReference w:type="default" r:id="rId12"/>
              <w:footerReference w:type="default" r:id="rId13"/>
              <w:headerReference w:type="first" r:id="rId14"/>
              <w:pgSz w:w="11906" w:h="16838" w:code="9"/>
              <w:pgMar w:top="568" w:right="1134" w:bottom="1560" w:left="1418" w:header="709" w:footer="709" w:gutter="0"/>
              <w:pgNumType w:start="0"/>
              <w:cols w:space="708"/>
              <w:docGrid w:linePitch="360"/>
            </w:sectPr>
          </w:pPr>
          <w:r>
            <w:rPr>
              <w:noProof/>
              <w:lang w:eastAsia="en-GB"/>
            </w:rPr>
            <mc:AlternateContent>
              <mc:Choice Requires="wps">
                <w:drawing>
                  <wp:anchor distT="0" distB="0" distL="182880" distR="182880" simplePos="0" relativeHeight="251658240" behindDoc="0" locked="0" layoutInCell="1" allowOverlap="1" wp14:anchorId="10AE38C9" wp14:editId="55B44FD8">
                    <wp:simplePos x="0" y="0"/>
                    <wp:positionH relativeFrom="margin">
                      <wp:posOffset>-15240</wp:posOffset>
                    </wp:positionH>
                    <wp:positionV relativeFrom="page">
                      <wp:posOffset>6305550</wp:posOffset>
                    </wp:positionV>
                    <wp:extent cx="6324600" cy="2505075"/>
                    <wp:effectExtent l="0" t="0" r="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98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" filled="f" stroked="f" strokeweight=".5pt">
                    <v:textbox inset="0,0,0,0">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C24562"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2BEF9EC3" w:rsidR="00EC4BE0" w:rsidRPr="002C2206" w:rsidRDefault="00EC4BE0" w:rsidP="00B97414">
            <w:pPr>
              <w:rPr>
                <w:rFonts w:ascii="Arial" w:hAnsi="Arial" w:cs="Arial"/>
                <w:b/>
              </w:rPr>
            </w:pPr>
            <w:r w:rsidRPr="002C2206">
              <w:rPr>
                <w:rFonts w:ascii="Arial" w:hAnsi="Arial" w:cs="Arial"/>
                <w:b/>
              </w:rPr>
              <w:t>RFQ UA-</w:t>
            </w:r>
            <w:r w:rsidR="00775CFC">
              <w:rPr>
                <w:rFonts w:ascii="Arial" w:hAnsi="Arial" w:cs="Arial"/>
                <w:b/>
                <w:lang w:val="uk-UA"/>
              </w:rPr>
              <w:t>1</w:t>
            </w:r>
            <w:r w:rsidR="00CC66A4">
              <w:rPr>
                <w:rFonts w:ascii="Arial" w:hAnsi="Arial" w:cs="Arial"/>
                <w:b/>
                <w:lang w:val="en-US"/>
              </w:rPr>
              <w:t>9</w:t>
            </w:r>
            <w:r w:rsidR="00C24562">
              <w:rPr>
                <w:rFonts w:ascii="Arial" w:hAnsi="Arial" w:cs="Arial"/>
                <w:b/>
                <w:lang w:val="en-US"/>
              </w:rPr>
              <w:t>7</w:t>
            </w:r>
            <w:r w:rsidRPr="002C2206">
              <w:rPr>
                <w:rFonts w:ascii="Arial" w:hAnsi="Arial" w:cs="Arial"/>
                <w:b/>
              </w:rPr>
              <w:t>_202</w:t>
            </w:r>
            <w:r w:rsidR="001D074F">
              <w:rPr>
                <w:rFonts w:ascii="Arial" w:hAnsi="Arial" w:cs="Arial"/>
                <w:b/>
              </w:rPr>
              <w:t>5</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6878BAAD" w:rsidR="00640211" w:rsidRPr="002C2206" w:rsidRDefault="00CC66A4" w:rsidP="00B97414">
            <w:pPr>
              <w:rPr>
                <w:rFonts w:ascii="Arial" w:hAnsi="Arial" w:cs="Arial"/>
                <w:b/>
                <w:iCs/>
              </w:rPr>
            </w:pPr>
            <w:r>
              <w:rPr>
                <w:rFonts w:ascii="Arial" w:hAnsi="Arial" w:cs="Arial"/>
                <w:b/>
                <w:iCs/>
                <w:lang w:val="en-US"/>
              </w:rPr>
              <w:t>Octo</w:t>
            </w:r>
            <w:proofErr w:type="spellStart"/>
            <w:r>
              <w:rPr>
                <w:rFonts w:ascii="Arial" w:hAnsi="Arial" w:cs="Arial"/>
                <w:b/>
                <w:iCs/>
              </w:rPr>
              <w:t>ber</w:t>
            </w:r>
            <w:proofErr w:type="spellEnd"/>
            <w:r w:rsidR="00F06E49">
              <w:rPr>
                <w:rFonts w:ascii="Arial" w:hAnsi="Arial" w:cs="Arial"/>
                <w:b/>
                <w:iCs/>
              </w:rPr>
              <w:t xml:space="preserve"> </w:t>
            </w:r>
            <w:r>
              <w:rPr>
                <w:rFonts w:ascii="Arial" w:hAnsi="Arial" w:cs="Arial"/>
                <w:b/>
                <w:iCs/>
              </w:rPr>
              <w:t>2</w:t>
            </w:r>
            <w:r w:rsidR="004D26B0">
              <w:rPr>
                <w:rFonts w:ascii="Arial" w:hAnsi="Arial" w:cs="Arial"/>
                <w:b/>
                <w:iCs/>
              </w:rPr>
              <w:t>3</w:t>
            </w:r>
            <w:r w:rsidR="00EC4BE0" w:rsidRPr="002C2206">
              <w:rPr>
                <w:rFonts w:ascii="Arial" w:hAnsi="Arial" w:cs="Arial"/>
                <w:b/>
                <w:iCs/>
              </w:rPr>
              <w:t>, 202</w:t>
            </w:r>
            <w:r w:rsidR="001D074F">
              <w:rPr>
                <w:rFonts w:ascii="Arial" w:hAnsi="Arial" w:cs="Arial"/>
                <w:b/>
                <w:iCs/>
              </w:rPr>
              <w:t>5</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5F8C50CD" w:rsidR="00640211" w:rsidRPr="002C2206" w:rsidRDefault="002C2206" w:rsidP="00B97414">
            <w:pPr>
              <w:rPr>
                <w:rFonts w:ascii="Arial" w:hAnsi="Arial" w:cs="Arial"/>
                <w:b/>
                <w:iCs/>
              </w:rPr>
            </w:pPr>
            <w:r w:rsidRPr="002C2206">
              <w:rPr>
                <w:rFonts w:ascii="Arial" w:hAnsi="Arial" w:cs="Arial"/>
                <w:b/>
                <w:iCs/>
              </w:rPr>
              <w:t>Sven Marietta A.</w:t>
            </w:r>
            <w:r w:rsidR="000B7E37">
              <w:rPr>
                <w:rFonts w:ascii="Arial" w:hAnsi="Arial" w:cs="Arial"/>
                <w:b/>
                <w:iCs/>
              </w:rPr>
              <w:t xml:space="preserve"> </w:t>
            </w:r>
            <w:r w:rsidRPr="002C2206">
              <w:rPr>
                <w:rFonts w:ascii="Arial" w:hAnsi="Arial" w:cs="Arial"/>
                <w:b/>
                <w:iCs/>
              </w:rPr>
              <w:t>Coppens</w:t>
            </w:r>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422DA35B" w:rsidR="00640211" w:rsidRPr="005126D7" w:rsidRDefault="005E2D68" w:rsidP="00B97414">
            <w:pPr>
              <w:rPr>
                <w:rFonts w:ascii="Arial" w:hAnsi="Arial" w:cs="Arial"/>
                <w:b/>
                <w:bCs/>
                <w:iCs/>
                <w:lang w:val="uk-UA"/>
              </w:rPr>
            </w:pPr>
            <w:r>
              <w:rPr>
                <w:rFonts w:ascii="Arial" w:hAnsi="Arial" w:cs="Arial"/>
                <w:b/>
                <w:iCs/>
                <w:lang w:val="en-US"/>
              </w:rPr>
              <w:t>Octo</w:t>
            </w:r>
            <w:proofErr w:type="spellStart"/>
            <w:r w:rsidR="00C706B1">
              <w:rPr>
                <w:rFonts w:ascii="Arial" w:hAnsi="Arial" w:cs="Arial"/>
                <w:b/>
                <w:iCs/>
              </w:rPr>
              <w:t>ber</w:t>
            </w:r>
            <w:proofErr w:type="spellEnd"/>
            <w:r w:rsidR="00C706B1">
              <w:rPr>
                <w:rFonts w:ascii="Arial" w:hAnsi="Arial" w:cs="Arial"/>
                <w:b/>
                <w:iCs/>
              </w:rPr>
              <w:t xml:space="preserve"> </w:t>
            </w:r>
            <w:r w:rsidR="00CC66A4">
              <w:rPr>
                <w:rFonts w:ascii="Arial" w:hAnsi="Arial" w:cs="Arial"/>
                <w:b/>
                <w:iCs/>
                <w:lang w:val="en-US"/>
              </w:rPr>
              <w:t>31</w:t>
            </w:r>
            <w:r w:rsidR="002C2206">
              <w:rPr>
                <w:rFonts w:ascii="Arial" w:hAnsi="Arial" w:cs="Arial"/>
                <w:b/>
                <w:bCs/>
                <w:iCs/>
              </w:rPr>
              <w:t>, 202</w:t>
            </w:r>
            <w:r w:rsidR="001D074F">
              <w:rPr>
                <w:rFonts w:ascii="Arial" w:hAnsi="Arial" w:cs="Arial"/>
                <w:b/>
                <w:bCs/>
                <w:iCs/>
              </w:rPr>
              <w:t>5</w:t>
            </w:r>
          </w:p>
        </w:tc>
      </w:tr>
    </w:tbl>
    <w:p w14:paraId="10AE3853" w14:textId="77777777" w:rsidR="00640211" w:rsidRPr="003966C5" w:rsidRDefault="00640211" w:rsidP="00640211">
      <w:pPr>
        <w:rPr>
          <w:rFonts w:ascii="Arial" w:hAnsi="Arial" w:cs="Arial"/>
          <w:b/>
          <w:sz w:val="22"/>
          <w:lang w:val="uk-UA"/>
        </w:rPr>
      </w:pPr>
    </w:p>
    <w:p w14:paraId="10AE3854" w14:textId="77777777" w:rsidR="00640211" w:rsidRPr="00775CFC" w:rsidRDefault="00640211" w:rsidP="00640211">
      <w:pPr>
        <w:rPr>
          <w:rFonts w:ascii="Arial" w:hAnsi="Arial" w:cs="Arial"/>
          <w:b/>
          <w:sz w:val="22"/>
          <w:lang w:val="uk-UA"/>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bookmarkStart w:id="0" w:name="_Hlk191505491"/>
    <w:p w14:paraId="0136BBD1" w14:textId="55F02E5B" w:rsidR="001173C8" w:rsidRPr="00AE1935" w:rsidRDefault="001173C8" w:rsidP="00640211">
      <w:pPr>
        <w:spacing w:after="200" w:line="276" w:lineRule="auto"/>
        <w:rPr>
          <w:rStyle w:val="Hyperlink"/>
          <w:lang w:val="uk-UA"/>
        </w:rPr>
      </w:pPr>
      <w:r>
        <w:fldChar w:fldCharType="begin"/>
      </w:r>
      <w:r>
        <w:instrText>HYPERLINK</w:instrText>
      </w:r>
      <w:r w:rsidRPr="00AF7F24">
        <w:rPr>
          <w:lang w:val="uk-UA"/>
        </w:rPr>
        <w:instrText xml:space="preserve"> "</w:instrText>
      </w:r>
      <w:r>
        <w:instrText>mailto</w:instrText>
      </w:r>
      <w:r w:rsidRPr="00AF7F24">
        <w:rPr>
          <w:lang w:val="uk-UA"/>
        </w:rPr>
        <w:instrText>:</w:instrText>
      </w:r>
      <w:r>
        <w:instrText>ukraine</w:instrText>
      </w:r>
      <w:r w:rsidRPr="00AF7F24">
        <w:rPr>
          <w:lang w:val="uk-UA"/>
        </w:rPr>
        <w:instrText>.</w:instrText>
      </w:r>
      <w:r>
        <w:instrText>procurement</w:instrText>
      </w:r>
      <w:r w:rsidRPr="00AF7F24">
        <w:rPr>
          <w:lang w:val="uk-UA"/>
        </w:rPr>
        <w:instrText>@</w:instrText>
      </w:r>
      <w:r>
        <w:instrText>plan</w:instrText>
      </w:r>
      <w:r w:rsidRPr="00AF7F24">
        <w:rPr>
          <w:lang w:val="uk-UA"/>
        </w:rPr>
        <w:instrText>-</w:instrText>
      </w:r>
      <w:r>
        <w:instrText>international</w:instrText>
      </w:r>
      <w:r w:rsidRPr="00AF7F24">
        <w:rPr>
          <w:lang w:val="uk-UA"/>
        </w:rPr>
        <w:instrText>.</w:instrText>
      </w:r>
      <w:r>
        <w:instrText>org</w:instrText>
      </w:r>
      <w:r w:rsidRPr="00AF7F24">
        <w:rPr>
          <w:lang w:val="uk-UA"/>
        </w:rPr>
        <w:instrText>"</w:instrText>
      </w:r>
      <w:r>
        <w:fldChar w:fldCharType="separate"/>
      </w:r>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r>
        <w:fldChar w:fldCharType="end"/>
      </w:r>
      <w:r>
        <w:rPr>
          <w:rStyle w:val="Hyperlink"/>
          <w:lang w:val="uk-UA"/>
        </w:rPr>
        <w:t>,</w:t>
      </w:r>
      <w:r w:rsidRPr="001173C8">
        <w:rPr>
          <w:rFonts w:asciiTheme="majorHAnsi" w:hAnsiTheme="majorHAnsi" w:cstheme="majorHAnsi"/>
          <w:sz w:val="22"/>
          <w:lang w:val="uk-UA"/>
        </w:rPr>
        <w:t xml:space="preserve"> </w:t>
      </w:r>
      <w:hyperlink r:id="rId17" w:history="1">
        <w:r w:rsidR="00027F86" w:rsidRPr="00046FC3">
          <w:rPr>
            <w:rStyle w:val="Hyperlink"/>
            <w:rFonts w:asciiTheme="majorHAnsi" w:hAnsiTheme="majorHAnsi" w:cstheme="majorHAnsi"/>
            <w:sz w:val="22"/>
          </w:rPr>
          <w:t>lesia</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tsipkun</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plan</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international</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org</w:t>
        </w:r>
      </w:hyperlink>
      <w:r>
        <w:rPr>
          <w:rStyle w:val="Hyperlink"/>
          <w:rFonts w:asciiTheme="majorHAnsi" w:hAnsiTheme="majorHAnsi" w:cstheme="majorHAnsi"/>
          <w:sz w:val="22"/>
          <w:lang w:val="uk-UA"/>
        </w:rPr>
        <w:t>,</w:t>
      </w:r>
      <w:r>
        <w:rPr>
          <w:rFonts w:asciiTheme="majorHAnsi" w:hAnsiTheme="majorHAnsi" w:cstheme="majorHAnsi"/>
          <w:sz w:val="22"/>
          <w:lang w:val="uk-UA"/>
        </w:rPr>
        <w:t xml:space="preserve"> </w:t>
      </w:r>
      <w:hyperlink r:id="rId18" w:history="1">
        <w:r w:rsidRPr="001173C8">
          <w:rPr>
            <w:rStyle w:val="Hyperlink"/>
            <w:rFonts w:asciiTheme="majorHAnsi" w:hAnsiTheme="majorHAnsi" w:cstheme="majorHAnsi"/>
            <w:sz w:val="22"/>
            <w:lang w:val="en-US"/>
          </w:rPr>
          <w:t>Mykhailo</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Prokopets</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plan</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international</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org</w:t>
        </w:r>
      </w:hyperlink>
      <w:r>
        <w:rPr>
          <w:rFonts w:asciiTheme="majorHAnsi" w:hAnsiTheme="majorHAnsi" w:cstheme="majorHAnsi"/>
          <w:sz w:val="22"/>
          <w:lang w:val="uk-UA"/>
        </w:rPr>
        <w:t>,</w:t>
      </w:r>
      <w:r w:rsidRPr="001173C8">
        <w:rPr>
          <w:rFonts w:asciiTheme="majorHAnsi" w:hAnsiTheme="majorHAnsi" w:cstheme="majorHAnsi"/>
          <w:sz w:val="22"/>
          <w:lang w:val="uk-UA"/>
        </w:rPr>
        <w:t xml:space="preserve"> </w:t>
      </w:r>
      <w:hyperlink r:id="rId19"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bookmarkEnd w:id="0"/>
    <w:p w14:paraId="10AE3856" w14:textId="6DF593DF"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C24562"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 xml:space="preserve">We believe in the power and potential of every child. But this is often suppressed by poverty, violence, exclusion and discrimination. And </w:t>
            </w:r>
            <w:proofErr w:type="gramStart"/>
            <w:r w:rsidRPr="00C71051">
              <w:rPr>
                <w:rFonts w:ascii="Arial" w:hAnsi="Arial" w:cs="Arial"/>
              </w:rPr>
              <w:t>it’s</w:t>
            </w:r>
            <w:proofErr w:type="gramEnd"/>
            <w:r w:rsidRPr="00C71051">
              <w:rPr>
                <w:rFonts w:ascii="Arial" w:hAnsi="Arial" w:cs="Arial"/>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proofErr w:type="gramStart"/>
            <w:r>
              <w:rPr>
                <w:rFonts w:ascii="Arial" w:hAnsi="Arial" w:cs="Arial"/>
              </w:rPr>
              <w:t>85</w:t>
            </w:r>
            <w:r w:rsidRPr="00C71051">
              <w:rPr>
                <w:rFonts w:ascii="Arial" w:hAnsi="Arial" w:cs="Arial"/>
              </w:rPr>
              <w:t>years, and</w:t>
            </w:r>
            <w:proofErr w:type="gramEnd"/>
            <w:r w:rsidRPr="00C71051">
              <w:rPr>
                <w:rFonts w:ascii="Arial" w:hAnsi="Arial" w:cs="Arial"/>
              </w:rPr>
              <w:t xml:space="preserve">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21"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03939E9E" w14:textId="77777777" w:rsidR="000E0281" w:rsidRPr="000E0281" w:rsidRDefault="000E0281" w:rsidP="000E0281">
      <w:pPr>
        <w:pStyle w:val="ListParagraph"/>
        <w:numPr>
          <w:ilvl w:val="0"/>
          <w:numId w:val="0"/>
        </w:numPr>
        <w:ind w:left="720"/>
        <w:rPr>
          <w:rFonts w:asciiTheme="majorHAnsi" w:hAnsiTheme="majorHAnsi" w:cstheme="majorHAnsi"/>
          <w:b/>
          <w:color w:val="0072CE"/>
          <w:sz w:val="22"/>
          <w:lang w:val="uk-UA"/>
        </w:rPr>
      </w:pPr>
    </w:p>
    <w:p w14:paraId="7287B339" w14:textId="51FA1F67" w:rsidR="00BE495C" w:rsidRPr="00BE495C" w:rsidRDefault="00640211" w:rsidP="000E0281">
      <w:pPr>
        <w:pStyle w:val="ListParagraph"/>
        <w:numPr>
          <w:ilvl w:val="0"/>
          <w:numId w:val="21"/>
        </w:numPr>
        <w:ind w:firstLine="0"/>
        <w:rPr>
          <w:rFonts w:asciiTheme="majorHAnsi" w:hAnsiTheme="majorHAnsi" w:cstheme="majorHAnsi"/>
          <w:b/>
          <w:color w:val="0072CE"/>
          <w:sz w:val="22"/>
          <w:lang w:val="uk-UA"/>
        </w:rPr>
      </w:pPr>
      <w:r w:rsidRPr="00FA4FA5">
        <w:rPr>
          <w:rFonts w:asciiTheme="majorHAnsi" w:hAnsiTheme="majorHAnsi" w:cstheme="majorHAnsi"/>
          <w:b/>
          <w:color w:val="0072CE"/>
          <w:sz w:val="22"/>
        </w:rPr>
        <w:t>Requirements</w:t>
      </w:r>
      <w:r w:rsidR="00A76FC8" w:rsidRPr="00FA4FA5">
        <w:rPr>
          <w:rFonts w:asciiTheme="majorHAnsi" w:hAnsiTheme="majorHAnsi" w:cstheme="majorHAnsi"/>
          <w:b/>
          <w:color w:val="0072CE"/>
          <w:sz w:val="22"/>
          <w:lang w:val="uk-UA"/>
        </w:rPr>
        <w:t xml:space="preserve"> / Вимоги</w:t>
      </w:r>
      <w:r w:rsidR="006D2F84">
        <w:rPr>
          <w:rFonts w:asciiTheme="majorHAnsi" w:hAnsiTheme="majorHAnsi" w:cstheme="majorHAnsi"/>
          <w:b/>
          <w:color w:val="0072CE"/>
          <w:sz w:val="22"/>
          <w:lang w:val="uk-UA"/>
        </w:rPr>
        <w:t xml:space="preserve"> </w:t>
      </w:r>
    </w:p>
    <w:p w14:paraId="7CDC7FF7" w14:textId="3F15C114" w:rsidR="00E909EE" w:rsidRPr="00E909EE" w:rsidRDefault="00524FD2" w:rsidP="000E0281">
      <w:pPr>
        <w:jc w:val="both"/>
        <w:rPr>
          <w:rFonts w:ascii="Arial" w:hAnsi="Arial" w:cs="Arial"/>
          <w:b/>
          <w:bCs/>
          <w:sz w:val="22"/>
          <w:lang w:val="uk-UA"/>
        </w:rPr>
      </w:pPr>
      <w:bookmarkStart w:id="1" w:name="_Hlk212126852"/>
      <w:r w:rsidRPr="00524FD2">
        <w:rPr>
          <w:rFonts w:asciiTheme="majorHAnsi" w:eastAsia="Calibri" w:hAnsiTheme="majorHAnsi" w:cstheme="majorHAnsi"/>
          <w:sz w:val="22"/>
          <w:u w:color="000000"/>
          <w:lang w:val="uk-UA"/>
        </w:rPr>
        <w:t xml:space="preserve">Представництво іноземної неурядової організації План Інтернешенал, інк. (далі Plan International) </w:t>
      </w:r>
      <w:r w:rsidR="005149FB" w:rsidRPr="00CC66A4">
        <w:rPr>
          <w:rFonts w:asciiTheme="majorHAnsi" w:eastAsia="Calibri" w:hAnsiTheme="majorHAnsi" w:cstheme="majorHAnsi"/>
          <w:sz w:val="22"/>
          <w:u w:color="000000"/>
          <w:lang w:val="uk-UA"/>
        </w:rPr>
        <w:t xml:space="preserve">оголошує </w:t>
      </w:r>
      <w:bookmarkStart w:id="2" w:name="_Hlk212127277"/>
      <w:r w:rsidR="00CC66A4" w:rsidRPr="00CC66A4">
        <w:rPr>
          <w:rFonts w:asciiTheme="majorHAnsi" w:eastAsia="Calibri" w:hAnsiTheme="majorHAnsi" w:cstheme="majorHAnsi"/>
          <w:b/>
          <w:bCs/>
          <w:sz w:val="22"/>
          <w:u w:color="000000"/>
          <w:lang w:val="uk-UA"/>
        </w:rPr>
        <w:t xml:space="preserve">пошук фахівця </w:t>
      </w:r>
      <w:r w:rsidR="00D61A85">
        <w:rPr>
          <w:rFonts w:asciiTheme="majorHAnsi" w:eastAsia="Calibri" w:hAnsiTheme="majorHAnsi" w:cstheme="majorHAnsi"/>
          <w:b/>
          <w:bCs/>
          <w:sz w:val="22"/>
          <w:u w:color="000000"/>
          <w:lang w:val="uk-UA"/>
        </w:rPr>
        <w:t xml:space="preserve">для надання послуг </w:t>
      </w:r>
      <w:r w:rsidR="00CC66A4" w:rsidRPr="00CC66A4">
        <w:rPr>
          <w:rFonts w:asciiTheme="majorHAnsi" w:eastAsia="Calibri" w:hAnsiTheme="majorHAnsi" w:cstheme="majorHAnsi"/>
          <w:b/>
          <w:bCs/>
          <w:sz w:val="22"/>
          <w:u w:color="000000"/>
          <w:lang w:val="uk-UA"/>
        </w:rPr>
        <w:t xml:space="preserve">з </w:t>
      </w:r>
      <w:r w:rsidR="00C24562" w:rsidRPr="00C24562">
        <w:rPr>
          <w:rFonts w:asciiTheme="majorHAnsi" w:eastAsia="Calibri" w:hAnsiTheme="majorHAnsi" w:cstheme="majorHAnsi"/>
          <w:b/>
          <w:bCs/>
          <w:sz w:val="22"/>
          <w:u w:color="000000"/>
          <w:lang w:val="uk-UA"/>
        </w:rPr>
        <w:t>проведення фокус групових обговорень в межах Оцінки Потреб</w:t>
      </w:r>
      <w:bookmarkEnd w:id="2"/>
      <w:r w:rsidR="00CC66A4" w:rsidRPr="00CC66A4">
        <w:rPr>
          <w:rFonts w:asciiTheme="majorHAnsi" w:eastAsia="Calibri" w:hAnsiTheme="majorHAnsi" w:cstheme="majorHAnsi"/>
          <w:b/>
          <w:bCs/>
          <w:sz w:val="22"/>
          <w:u w:color="000000"/>
          <w:lang w:val="uk-UA"/>
        </w:rPr>
        <w:t xml:space="preserve">. </w:t>
      </w:r>
      <w:r w:rsidR="00E909EE" w:rsidRPr="00CC66A4">
        <w:rPr>
          <w:rFonts w:ascii="Arial" w:hAnsi="Arial" w:cs="Arial"/>
          <w:b/>
          <w:bCs/>
          <w:sz w:val="22"/>
          <w:lang w:val="uk-UA"/>
        </w:rPr>
        <w:t xml:space="preserve"> </w:t>
      </w:r>
      <w:r w:rsidR="005149FB" w:rsidRPr="000E0281">
        <w:rPr>
          <w:rFonts w:asciiTheme="majorHAnsi" w:hAnsiTheme="majorHAnsi" w:cstheme="majorHAnsi"/>
          <w:sz w:val="22"/>
          <w:lang w:val="uk-UA"/>
        </w:rPr>
        <w:t>Технічне завдання викладено в додатку Annex 1.1</w:t>
      </w:r>
      <w:r w:rsidR="004570F6" w:rsidRPr="000E0281">
        <w:rPr>
          <w:rFonts w:asciiTheme="majorHAnsi" w:hAnsiTheme="majorHAnsi" w:cstheme="majorHAnsi"/>
          <w:sz w:val="22"/>
          <w:lang w:val="uk-UA"/>
        </w:rPr>
        <w:t>.</w:t>
      </w:r>
      <w:r w:rsidR="004570F6" w:rsidRPr="00834407">
        <w:rPr>
          <w:rFonts w:asciiTheme="majorHAnsi" w:hAnsiTheme="majorHAnsi" w:cstheme="majorHAnsi"/>
          <w:b/>
          <w:bCs/>
          <w:sz w:val="22"/>
          <w:lang w:val="uk-UA"/>
        </w:rPr>
        <w:t xml:space="preserve"> </w:t>
      </w:r>
    </w:p>
    <w:p w14:paraId="0EF99835" w14:textId="3E5B0B40" w:rsidR="00E070A6" w:rsidRPr="00CC66A4" w:rsidRDefault="0018525E" w:rsidP="000E0281">
      <w:pPr>
        <w:jc w:val="both"/>
        <w:rPr>
          <w:rFonts w:asciiTheme="majorHAnsi" w:eastAsia="Calibri" w:hAnsiTheme="majorHAnsi" w:cstheme="majorHAnsi"/>
          <w:sz w:val="22"/>
          <w:u w:color="000000"/>
          <w:lang w:val="uk-UA"/>
        </w:rPr>
      </w:pPr>
      <w:bookmarkStart w:id="3" w:name="_Hlk210143262"/>
      <w:r w:rsidRPr="00896DBD">
        <w:rPr>
          <w:rFonts w:asciiTheme="majorHAnsi" w:eastAsia="Calibri" w:hAnsiTheme="majorHAnsi" w:cstheme="majorHAnsi"/>
          <w:sz w:val="22"/>
          <w:u w:color="000000"/>
          <w:lang w:val="uk-UA"/>
        </w:rPr>
        <w:t xml:space="preserve">Representative office of foreign non-governmental organisation Plan International, Inc. </w:t>
      </w:r>
      <w:r w:rsidR="005149FB" w:rsidRPr="00CC66A4">
        <w:rPr>
          <w:rFonts w:asciiTheme="majorHAnsi" w:eastAsia="Calibri" w:hAnsiTheme="majorHAnsi" w:cstheme="majorHAnsi"/>
          <w:sz w:val="22"/>
          <w:u w:color="000000"/>
          <w:lang w:val="uk-UA"/>
        </w:rPr>
        <w:t xml:space="preserve">announces interest in the </w:t>
      </w:r>
      <w:r w:rsidR="005149FB" w:rsidRPr="00CC66A4">
        <w:rPr>
          <w:rFonts w:asciiTheme="majorHAnsi" w:eastAsia="Calibri" w:hAnsiTheme="majorHAnsi" w:cstheme="majorHAnsi"/>
          <w:b/>
          <w:bCs/>
          <w:sz w:val="22"/>
          <w:u w:color="000000"/>
          <w:lang w:val="uk-UA"/>
        </w:rPr>
        <w:t xml:space="preserve">selection </w:t>
      </w:r>
      <w:bookmarkEnd w:id="3"/>
      <w:r w:rsidR="00CC66A4" w:rsidRPr="00C24562">
        <w:rPr>
          <w:rFonts w:asciiTheme="majorHAnsi" w:eastAsia="Calibri" w:hAnsiTheme="majorHAnsi" w:cstheme="majorHAnsi"/>
          <w:b/>
          <w:bCs/>
          <w:sz w:val="22"/>
          <w:u w:color="000000"/>
          <w:lang w:val="uk-UA"/>
        </w:rPr>
        <w:t xml:space="preserve">of </w:t>
      </w:r>
      <w:r w:rsidR="00C24562" w:rsidRPr="00C24562">
        <w:rPr>
          <w:rFonts w:asciiTheme="majorHAnsi" w:eastAsia="Calibri" w:hAnsiTheme="majorHAnsi" w:cstheme="majorHAnsi"/>
          <w:b/>
          <w:bCs/>
          <w:sz w:val="22"/>
          <w:u w:color="000000"/>
          <w:lang w:val="uk-UA"/>
        </w:rPr>
        <w:t>facilitator</w:t>
      </w:r>
      <w:r w:rsidR="00CC66A4" w:rsidRPr="00CC66A4">
        <w:rPr>
          <w:rFonts w:asciiTheme="majorHAnsi" w:eastAsia="Calibri" w:hAnsiTheme="majorHAnsi" w:cstheme="majorHAnsi"/>
          <w:b/>
          <w:bCs/>
          <w:sz w:val="22"/>
          <w:u w:color="000000"/>
          <w:lang w:val="uk-UA"/>
        </w:rPr>
        <w:t xml:space="preserve"> </w:t>
      </w:r>
      <w:r w:rsidR="00904CA6" w:rsidRPr="00C24562">
        <w:rPr>
          <w:rFonts w:asciiTheme="majorHAnsi" w:eastAsia="Calibri" w:hAnsiTheme="majorHAnsi" w:cstheme="majorHAnsi"/>
          <w:b/>
          <w:bCs/>
          <w:sz w:val="22"/>
          <w:u w:color="000000"/>
          <w:lang w:val="uk-UA"/>
        </w:rPr>
        <w:t xml:space="preserve">to provide services </w:t>
      </w:r>
      <w:r w:rsidR="00C24562" w:rsidRPr="00C24562">
        <w:rPr>
          <w:rFonts w:asciiTheme="majorHAnsi" w:eastAsia="Calibri" w:hAnsiTheme="majorHAnsi" w:cstheme="majorHAnsi"/>
          <w:b/>
          <w:bCs/>
          <w:sz w:val="22"/>
          <w:u w:color="000000"/>
          <w:lang w:val="uk-UA"/>
        </w:rPr>
        <w:t>for a focus group discussions within a Needs Assessment</w:t>
      </w:r>
      <w:r w:rsidR="00CC66A4" w:rsidRPr="00C24562">
        <w:rPr>
          <w:rFonts w:asciiTheme="majorHAnsi" w:eastAsia="Calibri" w:hAnsiTheme="majorHAnsi" w:cstheme="majorHAnsi"/>
          <w:b/>
          <w:bCs/>
          <w:sz w:val="22"/>
          <w:u w:color="000000"/>
          <w:lang w:val="uk-UA"/>
        </w:rPr>
        <w:t xml:space="preserve">. </w:t>
      </w:r>
      <w:r w:rsidR="005149FB" w:rsidRPr="00C24562">
        <w:rPr>
          <w:rFonts w:asciiTheme="majorHAnsi" w:eastAsia="Calibri" w:hAnsiTheme="majorHAnsi" w:cstheme="majorHAnsi"/>
          <w:sz w:val="22"/>
          <w:u w:color="000000"/>
          <w:lang w:val="uk-UA"/>
        </w:rPr>
        <w:t xml:space="preserve">Please </w:t>
      </w:r>
      <w:r w:rsidR="005149FB" w:rsidRPr="00CC66A4">
        <w:rPr>
          <w:rFonts w:asciiTheme="majorHAnsi" w:eastAsia="Calibri" w:hAnsiTheme="majorHAnsi" w:cstheme="majorHAnsi"/>
          <w:sz w:val="22"/>
          <w:u w:color="000000"/>
          <w:lang w:val="uk-UA"/>
        </w:rPr>
        <w:t xml:space="preserve">see Terms of Reference in </w:t>
      </w:r>
      <w:r w:rsidR="00047840" w:rsidRPr="00CC66A4">
        <w:rPr>
          <w:rFonts w:asciiTheme="majorHAnsi" w:eastAsia="Calibri" w:hAnsiTheme="majorHAnsi" w:cstheme="majorHAnsi"/>
          <w:sz w:val="22"/>
          <w:u w:color="000000"/>
          <w:lang w:val="uk-UA"/>
        </w:rPr>
        <w:t>attachment</w:t>
      </w:r>
      <w:r w:rsidR="005149FB" w:rsidRPr="00CC66A4">
        <w:rPr>
          <w:rFonts w:asciiTheme="majorHAnsi" w:eastAsia="Calibri" w:hAnsiTheme="majorHAnsi" w:cstheme="majorHAnsi"/>
          <w:sz w:val="22"/>
          <w:u w:color="000000"/>
          <w:lang w:val="uk-UA"/>
        </w:rPr>
        <w:t xml:space="preserve"> Annex 1.1</w:t>
      </w:r>
      <w:r w:rsidR="004570F6" w:rsidRPr="00CC66A4">
        <w:rPr>
          <w:rFonts w:asciiTheme="majorHAnsi" w:eastAsia="Calibri" w:hAnsiTheme="majorHAnsi" w:cstheme="majorHAnsi"/>
          <w:sz w:val="22"/>
          <w:u w:color="000000"/>
          <w:lang w:val="uk-UA"/>
        </w:rPr>
        <w:t>.</w:t>
      </w:r>
    </w:p>
    <w:p w14:paraId="241C8090" w14:textId="28574089" w:rsidR="00CC66A4" w:rsidRPr="00CA0E7D" w:rsidRDefault="00CC66A4" w:rsidP="00CC66A4">
      <w:pPr>
        <w:jc w:val="both"/>
        <w:rPr>
          <w:rFonts w:asciiTheme="majorHAnsi" w:eastAsia="Calibri" w:hAnsiTheme="majorHAnsi" w:cstheme="majorHAnsi"/>
          <w:b/>
          <w:bCs/>
          <w:sz w:val="22"/>
          <w:u w:color="000000"/>
        </w:rPr>
      </w:pPr>
      <w:bookmarkStart w:id="4" w:name="_Hlk200973089"/>
      <w:bookmarkEnd w:id="1"/>
      <w:r w:rsidRPr="006E063F">
        <w:rPr>
          <w:rFonts w:asciiTheme="majorHAnsi" w:eastAsia="Calibri" w:hAnsiTheme="majorHAnsi" w:cstheme="majorHAnsi"/>
          <w:sz w:val="22"/>
          <w:u w:color="000000"/>
          <w:lang w:val="uk-UA"/>
        </w:rPr>
        <w:lastRenderedPageBreak/>
        <w:t>Оплата послуг здійснюватиметься</w:t>
      </w:r>
      <w:r w:rsidRPr="000E0281">
        <w:rPr>
          <w:rFonts w:asciiTheme="majorHAnsi" w:eastAsia="Calibri" w:hAnsiTheme="majorHAnsi" w:cstheme="majorHAnsi"/>
          <w:sz w:val="22"/>
          <w:u w:color="000000"/>
        </w:rPr>
        <w:t xml:space="preserve"> </w:t>
      </w:r>
      <w:r>
        <w:rPr>
          <w:rFonts w:asciiTheme="majorHAnsi" w:eastAsia="Calibri" w:hAnsiTheme="majorHAnsi" w:cstheme="majorHAnsi"/>
          <w:sz w:val="22"/>
          <w:u w:color="000000"/>
          <w:lang w:val="uk-UA"/>
        </w:rPr>
        <w:t>в межах проектів:</w:t>
      </w:r>
      <w:r w:rsidRPr="006E063F">
        <w:rPr>
          <w:rFonts w:asciiTheme="majorHAnsi" w:eastAsia="Calibri" w:hAnsiTheme="majorHAnsi" w:cstheme="majorHAnsi"/>
          <w:sz w:val="22"/>
          <w:u w:color="000000"/>
          <w:lang w:val="uk-UA"/>
        </w:rPr>
        <w:t xml:space="preserve"> </w:t>
      </w:r>
      <w:bookmarkEnd w:id="4"/>
      <w:r w:rsidRPr="00FF12DA">
        <w:rPr>
          <w:rFonts w:asciiTheme="majorHAnsi" w:eastAsia="Calibri" w:hAnsiTheme="majorHAnsi" w:cstheme="majorHAnsi"/>
          <w:b/>
          <w:bCs/>
          <w:sz w:val="22"/>
          <w:u w:color="000000"/>
          <w:lang w:val="uk-UA"/>
        </w:rPr>
        <w:t>Plan International</w:t>
      </w:r>
      <w:r w:rsidR="000E0281" w:rsidRPr="000E0281">
        <w:rPr>
          <w:rFonts w:asciiTheme="majorHAnsi" w:eastAsia="Calibri" w:hAnsiTheme="majorHAnsi" w:cstheme="majorHAnsi"/>
          <w:b/>
          <w:bCs/>
          <w:sz w:val="22"/>
          <w:u w:color="000000"/>
        </w:rPr>
        <w:t xml:space="preserve">. </w:t>
      </w:r>
      <w:r w:rsidR="000E0281">
        <w:rPr>
          <w:rFonts w:asciiTheme="majorHAnsi" w:eastAsia="Calibri" w:hAnsiTheme="majorHAnsi" w:cstheme="majorHAnsi"/>
          <w:b/>
          <w:bCs/>
          <w:sz w:val="22"/>
          <w:u w:color="000000"/>
          <w:lang w:val="en-US"/>
        </w:rPr>
        <w:t xml:space="preserve">/ </w:t>
      </w:r>
      <w:r w:rsidRPr="000B28C8">
        <w:rPr>
          <w:rFonts w:asciiTheme="majorHAnsi" w:eastAsia="Calibri" w:hAnsiTheme="majorHAnsi" w:cstheme="majorHAnsi"/>
          <w:sz w:val="22"/>
          <w:u w:color="000000"/>
        </w:rPr>
        <w:t>Payment for services will be made within the framework of the following projects:</w:t>
      </w:r>
      <w:r w:rsidRPr="00CA0E7D">
        <w:rPr>
          <w:rFonts w:asciiTheme="majorHAnsi" w:eastAsia="Calibri" w:hAnsiTheme="majorHAnsi" w:cstheme="majorHAnsi"/>
          <w:b/>
          <w:bCs/>
          <w:sz w:val="22"/>
          <w:u w:color="000000"/>
        </w:rPr>
        <w:t xml:space="preserve"> Plan International</w:t>
      </w:r>
      <w:r w:rsidR="000E0281">
        <w:rPr>
          <w:rFonts w:asciiTheme="majorHAnsi" w:eastAsia="Calibri" w:hAnsiTheme="majorHAnsi" w:cstheme="majorHAnsi"/>
          <w:b/>
          <w:bCs/>
          <w:sz w:val="22"/>
          <w:u w:color="000000"/>
        </w:rPr>
        <w:t>.</w:t>
      </w:r>
    </w:p>
    <w:p w14:paraId="10AE3874" w14:textId="5AB77F00" w:rsidR="00640211" w:rsidRPr="00FA4FA5" w:rsidRDefault="00640211" w:rsidP="00640211">
      <w:pPr>
        <w:rPr>
          <w:rFonts w:asciiTheme="majorHAnsi" w:hAnsiTheme="majorHAnsi" w:cstheme="majorHAnsi"/>
          <w:b/>
          <w:color w:val="0072CE"/>
          <w:sz w:val="22"/>
          <w:lang w:val="uk-UA"/>
        </w:rPr>
      </w:pPr>
      <w:r w:rsidRPr="008146A4">
        <w:rPr>
          <w:rFonts w:asciiTheme="majorHAnsi" w:hAnsiTheme="majorHAnsi" w:cstheme="majorHAnsi"/>
          <w:b/>
          <w:color w:val="0072CE"/>
          <w:sz w:val="22"/>
          <w:lang w:val="uk-UA"/>
        </w:rPr>
        <w:t xml:space="preserve">2. </w:t>
      </w:r>
      <w:r w:rsidRPr="00FA4FA5">
        <w:rPr>
          <w:rFonts w:asciiTheme="majorHAnsi" w:hAnsiTheme="majorHAnsi" w:cstheme="majorHAnsi"/>
          <w:b/>
          <w:color w:val="0072CE"/>
          <w:sz w:val="22"/>
        </w:rPr>
        <w:t>List</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of</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documents</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to</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be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submitted</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with</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the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7574F87C" w:rsidR="00F14C6C" w:rsidRPr="00D61A85" w:rsidRDefault="00833DD4" w:rsidP="002415AE">
            <w:pPr>
              <w:pStyle w:val="norm"/>
              <w:keepNext w:val="0"/>
              <w:spacing w:before="0" w:after="0"/>
              <w:outlineLvl w:val="9"/>
              <w:rPr>
                <w:rFonts w:eastAsiaTheme="minorEastAsia" w:cstheme="majorHAnsi"/>
                <w:bCs w:val="0"/>
                <w:i w:val="0"/>
                <w:iCs w:val="0"/>
                <w:szCs w:val="22"/>
                <w:lang w:val="uk-UA"/>
              </w:rPr>
            </w:pPr>
            <w:r w:rsidRPr="000F4D52">
              <w:rPr>
                <w:rFonts w:eastAsiaTheme="minorEastAsia" w:cstheme="majorHAnsi"/>
                <w:bCs w:val="0"/>
                <w:i w:val="0"/>
                <w:iCs w:val="0"/>
                <w:szCs w:val="22"/>
                <w:lang w:val="en-GB"/>
              </w:rPr>
              <w:t xml:space="preserve">Financial Quotation </w:t>
            </w:r>
            <w:r w:rsidR="00D61A85">
              <w:rPr>
                <w:rFonts w:eastAsiaTheme="minorEastAsia" w:cstheme="majorHAnsi"/>
                <w:bCs w:val="0"/>
                <w:i w:val="0"/>
                <w:iCs w:val="0"/>
                <w:szCs w:val="22"/>
                <w:lang w:val="uk-UA"/>
              </w:rPr>
              <w:t>(</w:t>
            </w:r>
            <w:r w:rsidR="00D61A85">
              <w:rPr>
                <w:rFonts w:eastAsiaTheme="minorEastAsia" w:cstheme="majorHAnsi"/>
                <w:bCs w:val="0"/>
                <w:i w:val="0"/>
                <w:iCs w:val="0"/>
                <w:szCs w:val="22"/>
              </w:rPr>
              <w:t xml:space="preserve">including taxes) </w:t>
            </w:r>
            <w:r w:rsidRPr="000F4D52">
              <w:rPr>
                <w:rFonts w:eastAsiaTheme="minorEastAsia" w:cstheme="majorHAnsi"/>
                <w:bCs w:val="0"/>
                <w:i w:val="0"/>
                <w:iCs w:val="0"/>
                <w:szCs w:val="22"/>
                <w:lang w:val="en-GB"/>
              </w:rPr>
              <w:t xml:space="preserve">/ </w:t>
            </w:r>
            <w:r w:rsidRPr="000F4D52">
              <w:rPr>
                <w:rFonts w:eastAsiaTheme="minorEastAsia" w:cstheme="majorHAnsi"/>
                <w:bCs w:val="0"/>
                <w:i w:val="0"/>
                <w:iCs w:val="0"/>
                <w:szCs w:val="22"/>
                <w:lang w:val="uk-UA"/>
              </w:rPr>
              <w:t>цінова пропозиція</w:t>
            </w:r>
            <w:r w:rsidR="00D61A85">
              <w:rPr>
                <w:rFonts w:eastAsiaTheme="minorEastAsia" w:cstheme="majorHAnsi"/>
                <w:bCs w:val="0"/>
                <w:i w:val="0"/>
                <w:iCs w:val="0"/>
                <w:szCs w:val="22"/>
              </w:rPr>
              <w:t xml:space="preserve"> (</w:t>
            </w:r>
            <w:r w:rsidR="00D61A85">
              <w:rPr>
                <w:rFonts w:eastAsiaTheme="minorEastAsia" w:cstheme="majorHAnsi"/>
                <w:bCs w:val="0"/>
                <w:i w:val="0"/>
                <w:iCs w:val="0"/>
                <w:szCs w:val="22"/>
                <w:lang w:val="uk-UA"/>
              </w:rPr>
              <w:t>включаючи всі податки та збори)</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68F95D00" w:rsidR="00F14C6C" w:rsidRPr="00896DBD" w:rsidRDefault="00833DD4" w:rsidP="00F14C6C">
            <w:pPr>
              <w:pStyle w:val="norm"/>
              <w:keepNext w:val="0"/>
              <w:spacing w:before="0" w:after="0"/>
              <w:jc w:val="both"/>
              <w:outlineLvl w:val="9"/>
              <w:rPr>
                <w:rFonts w:eastAsiaTheme="minorEastAsia" w:cstheme="majorHAnsi"/>
                <w:bCs w:val="0"/>
                <w:i w:val="0"/>
                <w:iCs w:val="0"/>
                <w:szCs w:val="22"/>
                <w:lang w:val="en-GB"/>
              </w:rPr>
            </w:pPr>
            <w:r w:rsidRPr="00672BBC">
              <w:rPr>
                <w:rFonts w:eastAsiaTheme="minorEastAsia" w:cstheme="majorHAnsi"/>
                <w:bCs w:val="0"/>
                <w:i w:val="0"/>
                <w:iCs w:val="0"/>
                <w:szCs w:val="22"/>
              </w:rPr>
              <w:t xml:space="preserve">All participants to </w:t>
            </w:r>
            <w:r w:rsidRPr="00672BBC">
              <w:rPr>
                <w:rFonts w:eastAsiaTheme="minorEastAsia" w:cstheme="majorHAnsi"/>
                <w:bCs w:val="0"/>
                <w:i w:val="0"/>
                <w:iCs w:val="0"/>
                <w:szCs w:val="22"/>
                <w:lang w:val="uk-UA"/>
              </w:rPr>
              <w:t xml:space="preserve">send </w:t>
            </w:r>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всі</w:t>
            </w:r>
            <w:proofErr w:type="spellEnd"/>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учасники</w:t>
            </w:r>
            <w:proofErr w:type="spellEnd"/>
            <w:r w:rsidRPr="00672BBC">
              <w:rPr>
                <w:rFonts w:eastAsiaTheme="minorEastAsia" w:cstheme="majorHAnsi"/>
                <w:bCs w:val="0"/>
                <w:i w:val="0"/>
                <w:iCs w:val="0"/>
                <w:szCs w:val="22"/>
              </w:rPr>
              <w:t xml:space="preserve"> </w:t>
            </w:r>
            <w:r w:rsidRPr="00672BBC">
              <w:rPr>
                <w:rFonts w:eastAsiaTheme="minorEastAsia" w:cstheme="majorHAnsi"/>
                <w:bCs w:val="0"/>
                <w:i w:val="0"/>
                <w:iCs w:val="0"/>
                <w:szCs w:val="22"/>
                <w:lang w:val="uk-UA"/>
              </w:rPr>
              <w:t>присилають</w:t>
            </w:r>
          </w:p>
        </w:tc>
      </w:tr>
      <w:tr w:rsidR="00A36FF3" w:rsidRPr="00FA4FA5" w14:paraId="11076523"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478BCABB" w14:textId="4A94F339" w:rsidR="00A36FF3" w:rsidRPr="00672BBC" w:rsidRDefault="00A36FF3" w:rsidP="00A36FF3">
            <w:pPr>
              <w:pStyle w:val="norm"/>
              <w:keepNext w:val="0"/>
              <w:spacing w:before="0" w:after="0"/>
              <w:outlineLvl w:val="9"/>
              <w:rPr>
                <w:rFonts w:eastAsiaTheme="minorEastAsia" w:cstheme="majorHAnsi"/>
                <w:b/>
                <w:i w:val="0"/>
                <w:iCs w:val="0"/>
                <w:szCs w:val="22"/>
                <w:lang w:val="en-GB"/>
              </w:rPr>
            </w:pPr>
            <w:r w:rsidRPr="00672BBC">
              <w:rPr>
                <w:rFonts w:eastAsiaTheme="minorEastAsia" w:cstheme="majorHAnsi"/>
                <w:b/>
                <w:i w:val="0"/>
                <w:iCs w:val="0"/>
                <w:szCs w:val="22"/>
                <w:lang w:val="en-GB"/>
              </w:rPr>
              <w:t>Annex 1</w:t>
            </w:r>
            <w:r>
              <w:rPr>
                <w:rFonts w:eastAsiaTheme="minorEastAsia" w:cstheme="majorHAnsi"/>
                <w:b/>
                <w:i w:val="0"/>
                <w:iCs w:val="0"/>
                <w:szCs w:val="22"/>
                <w:lang w:val="en-GB"/>
              </w:rPr>
              <w:t>.1</w:t>
            </w:r>
            <w:r w:rsidRPr="00672BBC">
              <w:rPr>
                <w:rFonts w:eastAsiaTheme="minorEastAsia" w:cstheme="majorHAnsi"/>
                <w:b/>
                <w:i w:val="0"/>
                <w:iCs w:val="0"/>
                <w:szCs w:val="22"/>
                <w:lang w:val="en-GB"/>
              </w:rPr>
              <w:t>:</w:t>
            </w:r>
            <w:r w:rsidRPr="000F4D52">
              <w:rPr>
                <w:rFonts w:eastAsiaTheme="minorEastAsia" w:cstheme="majorHAnsi"/>
                <w:bCs w:val="0"/>
                <w:i w:val="0"/>
                <w:iCs w:val="0"/>
                <w:szCs w:val="22"/>
                <w:lang w:val="en-GB"/>
              </w:rPr>
              <w:t xml:space="preserve"> </w:t>
            </w:r>
            <w:r w:rsidRPr="00A36FF3">
              <w:rPr>
                <w:rFonts w:ascii="Arial" w:hAnsi="Arial"/>
                <w:i w:val="0"/>
                <w:iCs w:val="0"/>
                <w:lang w:val="uk-UA"/>
              </w:rPr>
              <w:t>Technical Task / Технічне завдання</w:t>
            </w:r>
          </w:p>
        </w:tc>
        <w:tc>
          <w:tcPr>
            <w:tcW w:w="3722" w:type="dxa"/>
            <w:tcBorders>
              <w:top w:val="single" w:sz="4" w:space="0" w:color="auto"/>
              <w:left w:val="single" w:sz="4" w:space="0" w:color="auto"/>
              <w:bottom w:val="single" w:sz="4" w:space="0" w:color="auto"/>
              <w:right w:val="single" w:sz="4" w:space="0" w:color="auto"/>
            </w:tcBorders>
          </w:tcPr>
          <w:p w14:paraId="58ED4764" w14:textId="12FEDAFC"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1D8B0E7" w14:textId="4310E187" w:rsidR="00A36FF3" w:rsidRPr="00672BBC" w:rsidRDefault="00A36FF3" w:rsidP="00A36FF3">
            <w:pPr>
              <w:pStyle w:val="norm"/>
              <w:keepNext w:val="0"/>
              <w:spacing w:before="0" w:after="0"/>
              <w:jc w:val="both"/>
              <w:outlineLvl w:val="9"/>
              <w:rPr>
                <w:rFonts w:eastAsiaTheme="minorEastAsia" w:cstheme="majorHAnsi"/>
                <w:bCs w:val="0"/>
                <w:i w:val="0"/>
                <w:iCs w:val="0"/>
                <w:szCs w:val="22"/>
              </w:rPr>
            </w:pPr>
            <w:r w:rsidRPr="00672BBC">
              <w:rPr>
                <w:rFonts w:eastAsiaTheme="minorEastAsia" w:cstheme="majorHAnsi"/>
                <w:bCs w:val="0"/>
                <w:i w:val="0"/>
                <w:iCs w:val="0"/>
                <w:szCs w:val="22"/>
              </w:rPr>
              <w:t xml:space="preserve">All participants to </w:t>
            </w:r>
            <w:r w:rsidRPr="00A36FF3">
              <w:rPr>
                <w:rFonts w:eastAsiaTheme="minorEastAsia" w:cstheme="majorHAnsi"/>
                <w:bCs w:val="0"/>
                <w:i w:val="0"/>
                <w:iCs w:val="0"/>
                <w:szCs w:val="22"/>
              </w:rPr>
              <w:t>read</w:t>
            </w:r>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всі</w:t>
            </w:r>
            <w:proofErr w:type="spellEnd"/>
            <w:r>
              <w:rPr>
                <w:rFonts w:eastAsiaTheme="minorEastAsia" w:cstheme="majorHAnsi"/>
                <w:bCs w:val="0"/>
                <w:i w:val="0"/>
                <w:iCs w:val="0"/>
                <w:szCs w:val="22"/>
                <w:lang w:val="uk-UA"/>
              </w:rPr>
              <w:t>м</w:t>
            </w:r>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учасник</w:t>
            </w:r>
            <w:proofErr w:type="spellEnd"/>
            <w:r>
              <w:rPr>
                <w:rFonts w:eastAsiaTheme="minorEastAsia" w:cstheme="majorHAnsi"/>
                <w:bCs w:val="0"/>
                <w:i w:val="0"/>
                <w:iCs w:val="0"/>
                <w:szCs w:val="22"/>
                <w:lang w:val="uk-UA"/>
              </w:rPr>
              <w:t>ам ознайомитись</w:t>
            </w:r>
          </w:p>
        </w:tc>
      </w:tr>
      <w:tr w:rsidR="00A36FF3"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94179F5" w14:textId="4F43A212" w:rsidR="00A36FF3" w:rsidRPr="00FA4FA5" w:rsidRDefault="00A36FF3" w:rsidP="00A36FF3">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t>Annex 2:</w:t>
            </w:r>
            <w:r w:rsidRPr="000F4D52">
              <w:rPr>
                <w:rFonts w:eastAsiaTheme="minorEastAsia" w:cstheme="majorHAnsi"/>
                <w:bCs w:val="0"/>
                <w:i w:val="0"/>
                <w:iCs w:val="0"/>
                <w:szCs w:val="22"/>
                <w:lang w:val="en-GB"/>
              </w:rPr>
              <w:t xml:space="preserve"> </w:t>
            </w:r>
            <w:r w:rsidRPr="000F4D52">
              <w:rPr>
                <w:rFonts w:eastAsiaTheme="minorEastAsia" w:cstheme="majorHAnsi"/>
                <w:bCs w:val="0"/>
                <w:i w:val="0"/>
                <w:iCs w:val="0"/>
                <w:szCs w:val="22"/>
              </w:rPr>
              <w:t>Supplier Registration Form</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Реєстраційна</w:t>
            </w:r>
            <w:proofErr w:type="spellEnd"/>
            <w:r w:rsidRPr="000F4D52">
              <w:rPr>
                <w:rFonts w:eastAsiaTheme="minorEastAsia" w:cstheme="majorHAnsi"/>
                <w:bCs w:val="0"/>
                <w:i w:val="0"/>
                <w:iCs w:val="0"/>
                <w:szCs w:val="22"/>
                <w:lang w:val="uk-UA"/>
              </w:rPr>
              <w:t xml:space="preserve"> </w:t>
            </w:r>
            <w:proofErr w:type="spellStart"/>
            <w:r w:rsidRPr="000F4D52">
              <w:rPr>
                <w:rFonts w:eastAsiaTheme="minorEastAsia" w:cstheme="majorHAnsi"/>
                <w:bCs w:val="0"/>
                <w:i w:val="0"/>
                <w:iCs w:val="0"/>
                <w:szCs w:val="22"/>
              </w:rPr>
              <w:t>форма</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65BE057D"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All participants to complete</w:t>
            </w:r>
            <w:r>
              <w:rPr>
                <w:rFonts w:eastAsiaTheme="minorEastAsia" w:cstheme="majorHAnsi"/>
                <w:bCs w:val="0"/>
                <w:i w:val="0"/>
                <w:iCs w:val="0"/>
                <w:szCs w:val="22"/>
                <w:lang w:val="uk-UA"/>
              </w:rPr>
              <w:t xml:space="preserve"> </w:t>
            </w:r>
            <w:r>
              <w:rPr>
                <w:rFonts w:eastAsiaTheme="minorEastAsia" w:cstheme="majorHAnsi"/>
                <w:bCs w:val="0"/>
                <w:i w:val="0"/>
                <w:iCs w:val="0"/>
                <w:szCs w:val="22"/>
                <w:lang w:val="en-GB"/>
              </w:rPr>
              <w:t>the first page</w:t>
            </w:r>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першу</w:t>
            </w:r>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A36FF3"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1C795318" w14:textId="496E6DEF" w:rsidR="00A36FF3" w:rsidRPr="00FA4FA5" w:rsidRDefault="00A36FF3" w:rsidP="00A36FF3">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t>Annex 3:</w:t>
            </w:r>
            <w:r w:rsidRPr="000F4D52">
              <w:rPr>
                <w:rFonts w:eastAsiaTheme="minorEastAsia" w:cstheme="majorHAnsi"/>
                <w:bCs w:val="0"/>
                <w:i w:val="0"/>
                <w:iCs w:val="0"/>
                <w:szCs w:val="22"/>
                <w:lang w:val="en-GB"/>
              </w:rPr>
              <w:t xml:space="preserve"> </w:t>
            </w:r>
            <w:r w:rsidRPr="000F4D52">
              <w:rPr>
                <w:rFonts w:eastAsiaTheme="minorEastAsia" w:cstheme="majorHAnsi"/>
                <w:bCs w:val="0"/>
                <w:i w:val="0"/>
                <w:iCs w:val="0"/>
                <w:szCs w:val="22"/>
              </w:rPr>
              <w:t>Non- Staff Code of Conduct</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Код</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корпоративної</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5A413C92" w:rsidR="00A36FF3" w:rsidRPr="00896DBD"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w:t>
            </w:r>
            <w:r w:rsidRPr="000F4D52">
              <w:rPr>
                <w:rFonts w:eastAsiaTheme="minorEastAsia" w:cstheme="majorHAnsi"/>
                <w:bCs w:val="0"/>
                <w:i w:val="0"/>
                <w:iCs w:val="0"/>
                <w:szCs w:val="22"/>
              </w:rPr>
              <w:t>All participants sign</w:t>
            </w:r>
            <w:r>
              <w:rPr>
                <w:rFonts w:eastAsiaTheme="minorEastAsia" w:cstheme="majorHAnsi"/>
                <w:bCs w:val="0"/>
                <w:i w:val="0"/>
                <w:iCs w:val="0"/>
                <w:szCs w:val="22"/>
                <w:lang w:val="uk-UA"/>
              </w:rPr>
              <w:t xml:space="preserve"> </w:t>
            </w:r>
            <w:r w:rsidRPr="00672BBC">
              <w:rPr>
                <w:rFonts w:eastAsiaTheme="minorEastAsia" w:cstheme="majorHAnsi"/>
                <w:bCs w:val="0"/>
                <w:i w:val="0"/>
                <w:iCs w:val="0"/>
                <w:szCs w:val="22"/>
                <w:lang w:val="uk-UA"/>
              </w:rPr>
              <w:t>and send in pdf* format</w:t>
            </w:r>
            <w:r w:rsidRPr="000F4D52">
              <w:rPr>
                <w:rFonts w:eastAsiaTheme="minorEastAsia" w:cstheme="majorHAnsi"/>
                <w:bCs w:val="0"/>
                <w:i w:val="0"/>
                <w:iCs w:val="0"/>
                <w:szCs w:val="22"/>
              </w:rPr>
              <w:t xml:space="preserve"> / </w:t>
            </w:r>
            <w:proofErr w:type="spellStart"/>
            <w:r w:rsidRPr="000F4D52">
              <w:rPr>
                <w:rFonts w:eastAsiaTheme="minorEastAsia" w:cstheme="majorHAnsi"/>
                <w:bCs w:val="0"/>
                <w:i w:val="0"/>
                <w:iCs w:val="0"/>
                <w:szCs w:val="22"/>
              </w:rPr>
              <w:t>всі</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учасники</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підписують</w:t>
            </w:r>
            <w:proofErr w:type="spellEnd"/>
            <w:r w:rsidRPr="000F4D52">
              <w:rPr>
                <w:rFonts w:eastAsiaTheme="minorEastAsia" w:cstheme="majorHAnsi"/>
                <w:bCs w:val="0"/>
                <w:i w:val="0"/>
                <w:iCs w:val="0"/>
                <w:szCs w:val="22"/>
              </w:rPr>
              <w:t xml:space="preserve"> і </w:t>
            </w:r>
            <w:proofErr w:type="spellStart"/>
            <w:r w:rsidRPr="000F4D52">
              <w:rPr>
                <w:rFonts w:eastAsiaTheme="minorEastAsia" w:cstheme="majorHAnsi"/>
                <w:bCs w:val="0"/>
                <w:i w:val="0"/>
                <w:iCs w:val="0"/>
                <w:szCs w:val="22"/>
              </w:rPr>
              <w:t>присилають</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скан</w:t>
            </w:r>
            <w:proofErr w:type="spellEnd"/>
            <w:r w:rsidRPr="000F4D52">
              <w:rPr>
                <w:rFonts w:eastAsiaTheme="minorEastAsia" w:cstheme="majorHAnsi"/>
                <w:bCs w:val="0"/>
                <w:i w:val="0"/>
                <w:iCs w:val="0"/>
                <w:szCs w:val="22"/>
                <w:lang w:val="uk-UA"/>
              </w:rPr>
              <w:t xml:space="preserve"> у форматі </w:t>
            </w:r>
            <w:r w:rsidRPr="000F4D52">
              <w:rPr>
                <w:rFonts w:eastAsiaTheme="minorEastAsia" w:cstheme="majorHAnsi"/>
                <w:bCs w:val="0"/>
                <w:i w:val="0"/>
                <w:iCs w:val="0"/>
                <w:szCs w:val="22"/>
              </w:rPr>
              <w:t>pdf*</w:t>
            </w:r>
            <w:r>
              <w:rPr>
                <w:rFonts w:eastAsiaTheme="minorEastAsia" w:cstheme="majorHAnsi"/>
                <w:bCs w:val="0"/>
                <w:i w:val="0"/>
                <w:iCs w:val="0"/>
                <w:szCs w:val="22"/>
                <w:lang w:val="uk-UA"/>
              </w:rPr>
              <w:t xml:space="preserve"> </w:t>
            </w:r>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5" w:name="_Ref500326737"/>
    </w:p>
    <w:p w14:paraId="6BB2C957" w14:textId="2040CF5C"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22"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1173C8">
        <w:rPr>
          <w:rFonts w:asciiTheme="majorHAnsi" w:hAnsiTheme="majorHAnsi" w:cstheme="majorHAnsi"/>
          <w:sz w:val="22"/>
        </w:rPr>
        <w:t xml:space="preserve"> </w:t>
      </w:r>
      <w:hyperlink r:id="rId23" w:history="1">
        <w:r w:rsidR="001173C8" w:rsidRPr="00AE1FA8">
          <w:rPr>
            <w:rStyle w:val="Hyperlink"/>
            <w:rFonts w:asciiTheme="majorHAnsi" w:hAnsiTheme="majorHAnsi" w:cstheme="majorHAnsi"/>
            <w:sz w:val="22"/>
          </w:rPr>
          <w:t>lesia.tsipkun@plan-international.org</w:t>
        </w:r>
      </w:hyperlink>
      <w:r w:rsidR="00C55380">
        <w:rPr>
          <w:rStyle w:val="Hyperlink"/>
          <w:rFonts w:asciiTheme="majorHAnsi" w:hAnsiTheme="majorHAnsi" w:cstheme="majorHAnsi"/>
          <w:sz w:val="22"/>
          <w:lang w:val="uk-UA"/>
        </w:rPr>
        <w:t>,</w:t>
      </w:r>
      <w:r w:rsidR="007F7DBC">
        <w:rPr>
          <w:rFonts w:asciiTheme="majorHAnsi" w:hAnsiTheme="majorHAnsi" w:cstheme="majorHAnsi"/>
          <w:sz w:val="22"/>
          <w:lang w:val="uk-UA"/>
        </w:rPr>
        <w:t xml:space="preserve"> </w:t>
      </w:r>
      <w:hyperlink r:id="rId24" w:history="1">
        <w:r w:rsidR="001173C8" w:rsidRPr="001173C8">
          <w:rPr>
            <w:rStyle w:val="Hyperlink"/>
            <w:rFonts w:asciiTheme="majorHAnsi" w:hAnsiTheme="majorHAnsi" w:cstheme="majorHAnsi"/>
            <w:sz w:val="22"/>
            <w:lang w:val="en-US"/>
          </w:rPr>
          <w:t>Mykhailo.Prokopets@plan-international.org</w:t>
        </w:r>
      </w:hyperlink>
      <w:r w:rsidR="007F7DBC">
        <w:rPr>
          <w:rFonts w:asciiTheme="majorHAnsi" w:hAnsiTheme="majorHAnsi" w:cstheme="majorHAnsi"/>
          <w:sz w:val="22"/>
          <w:lang w:val="uk-UA"/>
        </w:rPr>
        <w:t>,</w:t>
      </w:r>
      <w:r w:rsidR="00154672">
        <w:rPr>
          <w:rFonts w:asciiTheme="majorHAnsi" w:hAnsiTheme="majorHAnsi" w:cstheme="majorHAnsi"/>
          <w:sz w:val="22"/>
        </w:rPr>
        <w:t xml:space="preserve"> </w:t>
      </w:r>
      <w:hyperlink r:id="rId25" w:history="1">
        <w:r w:rsidR="007F7DBC" w:rsidRPr="008169D3">
          <w:rPr>
            <w:rStyle w:val="Hyperlink"/>
          </w:rPr>
          <w:t>iryna</w:t>
        </w:r>
        <w:r w:rsidR="007F7DBC" w:rsidRPr="008169D3">
          <w:rPr>
            <w:rStyle w:val="Hyperlink"/>
            <w:lang w:val="uk-UA"/>
          </w:rPr>
          <w:t>.</w:t>
        </w:r>
        <w:r w:rsidR="007F7DBC" w:rsidRPr="008169D3">
          <w:rPr>
            <w:rStyle w:val="Hyperlink"/>
          </w:rPr>
          <w:t>gaidai</w:t>
        </w:r>
        <w:r w:rsidR="007F7DBC" w:rsidRPr="008169D3">
          <w:rPr>
            <w:rStyle w:val="Hyperlink"/>
            <w:lang w:val="uk-UA"/>
          </w:rPr>
          <w:t>@</w:t>
        </w:r>
        <w:r w:rsidR="007F7DBC" w:rsidRPr="008169D3">
          <w:rPr>
            <w:rStyle w:val="Hyperlink"/>
          </w:rPr>
          <w:t>plan</w:t>
        </w:r>
        <w:r w:rsidR="007F7DBC" w:rsidRPr="008169D3">
          <w:rPr>
            <w:rStyle w:val="Hyperlink"/>
            <w:lang w:val="uk-UA"/>
          </w:rPr>
          <w:t>-</w:t>
        </w:r>
        <w:r w:rsidR="007F7DBC" w:rsidRPr="008169D3">
          <w:rPr>
            <w:rStyle w:val="Hyperlink"/>
          </w:rPr>
          <w:t>international</w:t>
        </w:r>
        <w:r w:rsidR="007F7DBC" w:rsidRPr="008169D3">
          <w:rPr>
            <w:rStyle w:val="Hyperlink"/>
            <w:lang w:val="uk-UA"/>
          </w:rPr>
          <w:t>.</w:t>
        </w:r>
        <w:r w:rsidR="007F7DBC" w:rsidRPr="008169D3">
          <w:rPr>
            <w:rStyle w:val="Hyperlink"/>
          </w:rPr>
          <w:t>org</w:t>
        </w:r>
      </w:hyperlink>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5"/>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2C465EC4"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повністю або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lastRenderedPageBreak/>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FA4FA5">
        <w:rPr>
          <w:rFonts w:asciiTheme="majorHAnsi" w:hAnsiTheme="majorHAnsi" w:cstheme="majorHAnsi"/>
          <w:bCs/>
          <w:sz w:val="22"/>
        </w:rPr>
        <w:t>offices.</w:t>
      </w:r>
      <w:r w:rsidR="00996EC7" w:rsidRPr="00FA4FA5">
        <w:rPr>
          <w:rFonts w:asciiTheme="majorHAnsi" w:hAnsiTheme="majorHAnsi" w:cstheme="majorHAnsi"/>
          <w:bCs/>
          <w:sz w:val="22"/>
          <w:lang w:val="uk-UA"/>
        </w:rPr>
        <w:t>/</w:t>
      </w:r>
      <w:proofErr w:type="gramEnd"/>
      <w:r w:rsidR="00996EC7" w:rsidRPr="00FA4FA5">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FA4FA5">
        <w:rPr>
          <w:rFonts w:asciiTheme="majorHAnsi" w:hAnsiTheme="majorHAnsi" w:cstheme="majorHAnsi"/>
          <w:b/>
          <w:bCs/>
          <w:sz w:val="22"/>
        </w:rPr>
        <w:t>apply.</w:t>
      </w:r>
      <w:r w:rsidR="00996EC7" w:rsidRPr="00FA4FA5">
        <w:rPr>
          <w:rFonts w:asciiTheme="majorHAnsi" w:hAnsiTheme="majorHAnsi" w:cstheme="majorHAnsi"/>
          <w:b/>
          <w:bCs/>
          <w:sz w:val="22"/>
          <w:lang w:val="uk-UA"/>
        </w:rPr>
        <w:t>/</w:t>
      </w:r>
      <w:proofErr w:type="gramEnd"/>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proofErr w:type="gramStart"/>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w:t>
      </w:r>
      <w:proofErr w:type="gramEnd"/>
      <w:r w:rsidR="00996EC7" w:rsidRPr="00FA4FA5">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proofErr w:type="gramStart"/>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proofErr w:type="gramEnd"/>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lastRenderedPageBreak/>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2ADF0B6D" w14:textId="77777777" w:rsidR="001173C8" w:rsidRPr="00AE1935" w:rsidRDefault="001173C8" w:rsidP="00AE1935">
      <w:pPr>
        <w:rPr>
          <w:rStyle w:val="Hyperlink"/>
          <w:lang w:val="uk-UA"/>
        </w:rPr>
      </w:pPr>
      <w:hyperlink r:id="rId26"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r>
        <w:rPr>
          <w:rStyle w:val="Hyperlink"/>
          <w:lang w:val="uk-UA"/>
        </w:rPr>
        <w:t>,</w:t>
      </w:r>
      <w:r w:rsidRPr="00AE1935">
        <w:rPr>
          <w:rFonts w:asciiTheme="majorHAnsi" w:hAnsiTheme="majorHAnsi" w:cstheme="majorHAnsi"/>
          <w:sz w:val="22"/>
          <w:lang w:val="uk-UA"/>
        </w:rPr>
        <w:t xml:space="preserve"> </w:t>
      </w:r>
      <w:hyperlink r:id="rId27" w:history="1">
        <w:r w:rsidRPr="00AE1FA8">
          <w:rPr>
            <w:rStyle w:val="Hyperlink"/>
            <w:rFonts w:asciiTheme="majorHAnsi" w:hAnsiTheme="majorHAnsi" w:cstheme="majorHAnsi"/>
            <w:sz w:val="22"/>
          </w:rPr>
          <w:t>lesia</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tsipkun</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plan</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international</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org</w:t>
        </w:r>
      </w:hyperlink>
      <w:r>
        <w:rPr>
          <w:rStyle w:val="Hyperlink"/>
          <w:rFonts w:asciiTheme="majorHAnsi" w:hAnsiTheme="majorHAnsi" w:cstheme="majorHAnsi"/>
          <w:sz w:val="22"/>
          <w:lang w:val="uk-UA"/>
        </w:rPr>
        <w:t>,</w:t>
      </w:r>
      <w:r>
        <w:rPr>
          <w:rFonts w:asciiTheme="majorHAnsi" w:hAnsiTheme="majorHAnsi" w:cstheme="majorHAnsi"/>
          <w:sz w:val="22"/>
          <w:lang w:val="uk-UA"/>
        </w:rPr>
        <w:t xml:space="preserve"> </w:t>
      </w:r>
      <w:hyperlink r:id="rId28" w:history="1">
        <w:r w:rsidRPr="001173C8">
          <w:rPr>
            <w:rStyle w:val="Hyperlink"/>
            <w:rFonts w:asciiTheme="majorHAnsi" w:hAnsiTheme="majorHAnsi" w:cstheme="majorHAnsi"/>
            <w:sz w:val="22"/>
            <w:lang w:val="en-US"/>
          </w:rPr>
          <w:t>Mykhailo</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Prokopets</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plan</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international</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org</w:t>
        </w:r>
      </w:hyperlink>
      <w:r>
        <w:rPr>
          <w:rFonts w:asciiTheme="majorHAnsi" w:hAnsiTheme="majorHAnsi" w:cstheme="majorHAnsi"/>
          <w:sz w:val="22"/>
          <w:lang w:val="uk-UA"/>
        </w:rPr>
        <w:t>,</w:t>
      </w:r>
      <w:r w:rsidRPr="00AE1935">
        <w:rPr>
          <w:rFonts w:asciiTheme="majorHAnsi" w:hAnsiTheme="majorHAnsi" w:cstheme="majorHAnsi"/>
          <w:sz w:val="22"/>
          <w:lang w:val="uk-UA"/>
        </w:rPr>
        <w:t xml:space="preserve"> </w:t>
      </w:r>
      <w:hyperlink r:id="rId29"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2F715BE4"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BB0BD0">
        <w:rPr>
          <w:rFonts w:asciiTheme="majorHAnsi" w:hAnsiTheme="majorHAnsi" w:cstheme="majorHAnsi"/>
          <w:sz w:val="22"/>
          <w:lang w:val="uk-UA"/>
        </w:rPr>
        <w:t xml:space="preserve"> </w:t>
      </w:r>
      <w:r w:rsidR="009562EA" w:rsidRPr="00FA4FA5">
        <w:rPr>
          <w:rFonts w:asciiTheme="majorHAnsi" w:hAnsiTheme="majorHAnsi" w:cstheme="majorHAnsi"/>
          <w:sz w:val="22"/>
          <w:lang w:val="uk-UA"/>
        </w:rPr>
        <w:t>/ Дякуємо за вашу пропозицію</w:t>
      </w:r>
    </w:p>
    <w:sectPr w:rsidR="00640211" w:rsidRPr="00FA4FA5" w:rsidSect="00AE1935">
      <w:headerReference w:type="default" r:id="rId30"/>
      <w:footerReference w:type="default" r:id="rId31"/>
      <w:pgSz w:w="11906" w:h="16838"/>
      <w:pgMar w:top="851" w:right="1134"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ACC53" w14:textId="77777777" w:rsidR="007D774D" w:rsidRDefault="007D774D" w:rsidP="001A5060">
      <w:pPr>
        <w:spacing w:after="0"/>
      </w:pPr>
      <w:r>
        <w:separator/>
      </w:r>
    </w:p>
  </w:endnote>
  <w:endnote w:type="continuationSeparator" w:id="0">
    <w:p w14:paraId="422C8ABA" w14:textId="77777777" w:rsidR="007D774D" w:rsidRDefault="007D774D" w:rsidP="001A5060">
      <w:pPr>
        <w:spacing w:after="0"/>
      </w:pPr>
      <w:r>
        <w:continuationSeparator/>
      </w:r>
    </w:p>
  </w:endnote>
  <w:endnote w:type="continuationNotice" w:id="1">
    <w:p w14:paraId="4ECE189F" w14:textId="77777777" w:rsidR="007D774D" w:rsidRDefault="007D774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neer">
    <w:altName w:val="Impact"/>
    <w:panose1 w:val="00000000000000000000"/>
    <w:charset w:val="00"/>
    <w:family w:val="modern"/>
    <w:notTrueType/>
    <w:pitch w:val="variable"/>
    <w:sig w:usb0="00000007" w:usb1="00000000" w:usb2="00000000" w:usb3="00000000" w:csb0="00000003"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1CBBB" w14:textId="77777777" w:rsidR="007D774D" w:rsidRDefault="007D774D" w:rsidP="00AD5F3A">
      <w:pPr>
        <w:pBdr>
          <w:between w:val="single" w:sz="4" w:space="1" w:color="48ADFF" w:themeColor="accent1" w:themeTint="99"/>
        </w:pBdr>
        <w:spacing w:after="0"/>
      </w:pPr>
    </w:p>
    <w:p w14:paraId="76B179E8" w14:textId="77777777" w:rsidR="007D774D" w:rsidRDefault="007D774D" w:rsidP="00AD5F3A">
      <w:pPr>
        <w:pBdr>
          <w:between w:val="single" w:sz="4" w:space="1" w:color="48ADFF" w:themeColor="accent1" w:themeTint="99"/>
        </w:pBdr>
        <w:spacing w:after="0"/>
      </w:pPr>
    </w:p>
  </w:footnote>
  <w:footnote w:type="continuationSeparator" w:id="0">
    <w:p w14:paraId="0DE8E248" w14:textId="77777777" w:rsidR="007D774D" w:rsidRDefault="007D774D" w:rsidP="001A5060">
      <w:pPr>
        <w:spacing w:after="0"/>
      </w:pPr>
      <w:r>
        <w:continuationSeparator/>
      </w:r>
    </w:p>
  </w:footnote>
  <w:footnote w:type="continuationNotice" w:id="1">
    <w:p w14:paraId="69678294" w14:textId="77777777" w:rsidR="007D774D" w:rsidRDefault="007D774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806643183" name="Picture 806643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1175698311" name="Picture 1175698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F4E6DAA"/>
    <w:multiLevelType w:val="hybridMultilevel"/>
    <w:tmpl w:val="EB8CD7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6"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2"/>
  </w:num>
  <w:num w:numId="2" w16cid:durableId="2076320666">
    <w:abstractNumId w:val="18"/>
  </w:num>
  <w:num w:numId="3" w16cid:durableId="1559701958">
    <w:abstractNumId w:val="8"/>
  </w:num>
  <w:num w:numId="4" w16cid:durableId="225338280">
    <w:abstractNumId w:val="2"/>
  </w:num>
  <w:num w:numId="5" w16cid:durableId="415588507">
    <w:abstractNumId w:val="11"/>
  </w:num>
  <w:num w:numId="6" w16cid:durableId="861432241">
    <w:abstractNumId w:val="7"/>
  </w:num>
  <w:num w:numId="7" w16cid:durableId="827983893">
    <w:abstractNumId w:val="6"/>
  </w:num>
  <w:num w:numId="8" w16cid:durableId="449473033">
    <w:abstractNumId w:val="20"/>
  </w:num>
  <w:num w:numId="9" w16cid:durableId="162550420">
    <w:abstractNumId w:val="1"/>
  </w:num>
  <w:num w:numId="10" w16cid:durableId="1246644335">
    <w:abstractNumId w:val="0"/>
  </w:num>
  <w:num w:numId="11" w16cid:durableId="1426728125">
    <w:abstractNumId w:val="14"/>
  </w:num>
  <w:num w:numId="12" w16cid:durableId="1409113977">
    <w:abstractNumId w:val="3"/>
  </w:num>
  <w:num w:numId="13" w16cid:durableId="439494472">
    <w:abstractNumId w:val="5"/>
  </w:num>
  <w:num w:numId="14" w16cid:durableId="1678187138">
    <w:abstractNumId w:val="13"/>
  </w:num>
  <w:num w:numId="15" w16cid:durableId="821972579">
    <w:abstractNumId w:val="19"/>
  </w:num>
  <w:num w:numId="16" w16cid:durableId="705637770">
    <w:abstractNumId w:val="10"/>
  </w:num>
  <w:num w:numId="17" w16cid:durableId="1444569174">
    <w:abstractNumId w:val="16"/>
  </w:num>
  <w:num w:numId="18" w16cid:durableId="503672400">
    <w:abstractNumId w:val="17"/>
  </w:num>
  <w:num w:numId="19" w16cid:durableId="819927275">
    <w:abstractNumId w:val="21"/>
  </w:num>
  <w:num w:numId="20" w16cid:durableId="792215570">
    <w:abstractNumId w:val="9"/>
  </w:num>
  <w:num w:numId="21" w16cid:durableId="881208295">
    <w:abstractNumId w:val="4"/>
  </w:num>
  <w:num w:numId="22" w16cid:durableId="142167407">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13DD0"/>
    <w:rsid w:val="00020BE7"/>
    <w:rsid w:val="00021EA1"/>
    <w:rsid w:val="00027E07"/>
    <w:rsid w:val="00027F86"/>
    <w:rsid w:val="00031A05"/>
    <w:rsid w:val="00031C02"/>
    <w:rsid w:val="00034E72"/>
    <w:rsid w:val="00034E85"/>
    <w:rsid w:val="000373E1"/>
    <w:rsid w:val="000379B7"/>
    <w:rsid w:val="00037A7C"/>
    <w:rsid w:val="00037DC0"/>
    <w:rsid w:val="0004041F"/>
    <w:rsid w:val="000420E5"/>
    <w:rsid w:val="00042B9F"/>
    <w:rsid w:val="00047840"/>
    <w:rsid w:val="000500D5"/>
    <w:rsid w:val="000549EC"/>
    <w:rsid w:val="000560BB"/>
    <w:rsid w:val="00062667"/>
    <w:rsid w:val="000630E8"/>
    <w:rsid w:val="00063D50"/>
    <w:rsid w:val="00064CE4"/>
    <w:rsid w:val="00074426"/>
    <w:rsid w:val="00074D31"/>
    <w:rsid w:val="00074FB1"/>
    <w:rsid w:val="000758E8"/>
    <w:rsid w:val="00075E72"/>
    <w:rsid w:val="0008017A"/>
    <w:rsid w:val="00080677"/>
    <w:rsid w:val="00081236"/>
    <w:rsid w:val="00081D93"/>
    <w:rsid w:val="00082B9C"/>
    <w:rsid w:val="0008547F"/>
    <w:rsid w:val="00093942"/>
    <w:rsid w:val="00094DED"/>
    <w:rsid w:val="00096C91"/>
    <w:rsid w:val="00097EA8"/>
    <w:rsid w:val="000A02F5"/>
    <w:rsid w:val="000A4F2F"/>
    <w:rsid w:val="000A5C00"/>
    <w:rsid w:val="000A787B"/>
    <w:rsid w:val="000B1F93"/>
    <w:rsid w:val="000B3B13"/>
    <w:rsid w:val="000B5522"/>
    <w:rsid w:val="000B5BEE"/>
    <w:rsid w:val="000B6038"/>
    <w:rsid w:val="000B6E9F"/>
    <w:rsid w:val="000B7E37"/>
    <w:rsid w:val="000C29E4"/>
    <w:rsid w:val="000C5628"/>
    <w:rsid w:val="000C58A1"/>
    <w:rsid w:val="000D1079"/>
    <w:rsid w:val="000D400E"/>
    <w:rsid w:val="000D50A5"/>
    <w:rsid w:val="000D76F1"/>
    <w:rsid w:val="000D7B6D"/>
    <w:rsid w:val="000E0281"/>
    <w:rsid w:val="000E4AE5"/>
    <w:rsid w:val="000F0C16"/>
    <w:rsid w:val="000F135A"/>
    <w:rsid w:val="000F432D"/>
    <w:rsid w:val="000F6C5F"/>
    <w:rsid w:val="00102939"/>
    <w:rsid w:val="00107B90"/>
    <w:rsid w:val="00112133"/>
    <w:rsid w:val="00112988"/>
    <w:rsid w:val="00112C35"/>
    <w:rsid w:val="001172C1"/>
    <w:rsid w:val="001173C8"/>
    <w:rsid w:val="00121D78"/>
    <w:rsid w:val="00122F47"/>
    <w:rsid w:val="00123692"/>
    <w:rsid w:val="00123C64"/>
    <w:rsid w:val="00123E5D"/>
    <w:rsid w:val="00124B90"/>
    <w:rsid w:val="00125648"/>
    <w:rsid w:val="0012628D"/>
    <w:rsid w:val="00127399"/>
    <w:rsid w:val="00130238"/>
    <w:rsid w:val="001302F3"/>
    <w:rsid w:val="00141BD0"/>
    <w:rsid w:val="00142932"/>
    <w:rsid w:val="00143616"/>
    <w:rsid w:val="00146351"/>
    <w:rsid w:val="00146A15"/>
    <w:rsid w:val="00146D5B"/>
    <w:rsid w:val="0015066D"/>
    <w:rsid w:val="00153A15"/>
    <w:rsid w:val="001540B4"/>
    <w:rsid w:val="00154672"/>
    <w:rsid w:val="00155D62"/>
    <w:rsid w:val="001564E0"/>
    <w:rsid w:val="0016027A"/>
    <w:rsid w:val="00161841"/>
    <w:rsid w:val="0016460A"/>
    <w:rsid w:val="00164B32"/>
    <w:rsid w:val="001658B4"/>
    <w:rsid w:val="00165BA1"/>
    <w:rsid w:val="0016652B"/>
    <w:rsid w:val="001706A2"/>
    <w:rsid w:val="00170EB8"/>
    <w:rsid w:val="00171CA8"/>
    <w:rsid w:val="00173DEF"/>
    <w:rsid w:val="001749A2"/>
    <w:rsid w:val="00174E15"/>
    <w:rsid w:val="00176985"/>
    <w:rsid w:val="00185058"/>
    <w:rsid w:val="0018525E"/>
    <w:rsid w:val="00192072"/>
    <w:rsid w:val="00192C48"/>
    <w:rsid w:val="00193C4D"/>
    <w:rsid w:val="00194D90"/>
    <w:rsid w:val="00196F33"/>
    <w:rsid w:val="001A119B"/>
    <w:rsid w:val="001A2630"/>
    <w:rsid w:val="001A2D1B"/>
    <w:rsid w:val="001A36C4"/>
    <w:rsid w:val="001A4272"/>
    <w:rsid w:val="001A5060"/>
    <w:rsid w:val="001A5402"/>
    <w:rsid w:val="001B26C8"/>
    <w:rsid w:val="001B27B6"/>
    <w:rsid w:val="001B2B92"/>
    <w:rsid w:val="001B4326"/>
    <w:rsid w:val="001B74E5"/>
    <w:rsid w:val="001C2F04"/>
    <w:rsid w:val="001C3EAC"/>
    <w:rsid w:val="001C4374"/>
    <w:rsid w:val="001C4886"/>
    <w:rsid w:val="001D074F"/>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16EED"/>
    <w:rsid w:val="00220242"/>
    <w:rsid w:val="00221D46"/>
    <w:rsid w:val="00222513"/>
    <w:rsid w:val="00225C04"/>
    <w:rsid w:val="002344D3"/>
    <w:rsid w:val="0023532B"/>
    <w:rsid w:val="002376B6"/>
    <w:rsid w:val="00241172"/>
    <w:rsid w:val="002412DC"/>
    <w:rsid w:val="002415AE"/>
    <w:rsid w:val="002425E5"/>
    <w:rsid w:val="0024289E"/>
    <w:rsid w:val="002434AA"/>
    <w:rsid w:val="0024416A"/>
    <w:rsid w:val="0024468B"/>
    <w:rsid w:val="00245FE8"/>
    <w:rsid w:val="002466D0"/>
    <w:rsid w:val="00247FE9"/>
    <w:rsid w:val="00260962"/>
    <w:rsid w:val="00260EAD"/>
    <w:rsid w:val="0026564D"/>
    <w:rsid w:val="00267C12"/>
    <w:rsid w:val="00271FE2"/>
    <w:rsid w:val="0028351E"/>
    <w:rsid w:val="002839E7"/>
    <w:rsid w:val="0028421C"/>
    <w:rsid w:val="0028432D"/>
    <w:rsid w:val="00284545"/>
    <w:rsid w:val="002857C8"/>
    <w:rsid w:val="00285A5D"/>
    <w:rsid w:val="00285D7E"/>
    <w:rsid w:val="00293CA2"/>
    <w:rsid w:val="00294B4D"/>
    <w:rsid w:val="0029540C"/>
    <w:rsid w:val="0029765F"/>
    <w:rsid w:val="002A19AE"/>
    <w:rsid w:val="002A2F46"/>
    <w:rsid w:val="002A3BC5"/>
    <w:rsid w:val="002A4024"/>
    <w:rsid w:val="002A4E64"/>
    <w:rsid w:val="002A7785"/>
    <w:rsid w:val="002A7F3A"/>
    <w:rsid w:val="002B1BF0"/>
    <w:rsid w:val="002B2DF1"/>
    <w:rsid w:val="002C0AFD"/>
    <w:rsid w:val="002C0BBA"/>
    <w:rsid w:val="002C194B"/>
    <w:rsid w:val="002C2206"/>
    <w:rsid w:val="002C489F"/>
    <w:rsid w:val="002C6DDC"/>
    <w:rsid w:val="002D2687"/>
    <w:rsid w:val="002D434C"/>
    <w:rsid w:val="002D72DE"/>
    <w:rsid w:val="002E1BFE"/>
    <w:rsid w:val="002E3527"/>
    <w:rsid w:val="002E357B"/>
    <w:rsid w:val="002E3930"/>
    <w:rsid w:val="002E74A4"/>
    <w:rsid w:val="002F02FB"/>
    <w:rsid w:val="002F197C"/>
    <w:rsid w:val="002F1E89"/>
    <w:rsid w:val="002F2253"/>
    <w:rsid w:val="002F25A7"/>
    <w:rsid w:val="002F31B4"/>
    <w:rsid w:val="002F3588"/>
    <w:rsid w:val="002F48C9"/>
    <w:rsid w:val="00301F02"/>
    <w:rsid w:val="00304824"/>
    <w:rsid w:val="00304F90"/>
    <w:rsid w:val="00306782"/>
    <w:rsid w:val="003078A6"/>
    <w:rsid w:val="003147B0"/>
    <w:rsid w:val="00321C21"/>
    <w:rsid w:val="00322876"/>
    <w:rsid w:val="00323D1A"/>
    <w:rsid w:val="00327BF0"/>
    <w:rsid w:val="00330B3E"/>
    <w:rsid w:val="0033140E"/>
    <w:rsid w:val="00333F3E"/>
    <w:rsid w:val="003351B3"/>
    <w:rsid w:val="00335A93"/>
    <w:rsid w:val="00335DFE"/>
    <w:rsid w:val="0033657B"/>
    <w:rsid w:val="00344179"/>
    <w:rsid w:val="00345D72"/>
    <w:rsid w:val="00345DD1"/>
    <w:rsid w:val="00352EFB"/>
    <w:rsid w:val="00355442"/>
    <w:rsid w:val="00356643"/>
    <w:rsid w:val="003574FA"/>
    <w:rsid w:val="003626A9"/>
    <w:rsid w:val="0036485A"/>
    <w:rsid w:val="00366783"/>
    <w:rsid w:val="00371321"/>
    <w:rsid w:val="00371E51"/>
    <w:rsid w:val="00374BE3"/>
    <w:rsid w:val="00374C2A"/>
    <w:rsid w:val="00376454"/>
    <w:rsid w:val="003825E9"/>
    <w:rsid w:val="00387CC2"/>
    <w:rsid w:val="003904CC"/>
    <w:rsid w:val="003966C5"/>
    <w:rsid w:val="003970D7"/>
    <w:rsid w:val="00397248"/>
    <w:rsid w:val="003A0C0F"/>
    <w:rsid w:val="003A2DBF"/>
    <w:rsid w:val="003A3E3F"/>
    <w:rsid w:val="003A50AD"/>
    <w:rsid w:val="003A7B7F"/>
    <w:rsid w:val="003B1BA3"/>
    <w:rsid w:val="003B3080"/>
    <w:rsid w:val="003B41A2"/>
    <w:rsid w:val="003B479B"/>
    <w:rsid w:val="003B7E8D"/>
    <w:rsid w:val="003C4BA0"/>
    <w:rsid w:val="003C5F60"/>
    <w:rsid w:val="003C6905"/>
    <w:rsid w:val="003C7CA7"/>
    <w:rsid w:val="003D27C3"/>
    <w:rsid w:val="003D4801"/>
    <w:rsid w:val="003D699F"/>
    <w:rsid w:val="003D777D"/>
    <w:rsid w:val="003E0986"/>
    <w:rsid w:val="003E7CB1"/>
    <w:rsid w:val="003F32EC"/>
    <w:rsid w:val="003F364B"/>
    <w:rsid w:val="003F5605"/>
    <w:rsid w:val="00400F2A"/>
    <w:rsid w:val="00405184"/>
    <w:rsid w:val="00405609"/>
    <w:rsid w:val="00410FD0"/>
    <w:rsid w:val="00411896"/>
    <w:rsid w:val="00414D4A"/>
    <w:rsid w:val="00416913"/>
    <w:rsid w:val="00420896"/>
    <w:rsid w:val="004209C3"/>
    <w:rsid w:val="004226CA"/>
    <w:rsid w:val="00430AAD"/>
    <w:rsid w:val="00430DA0"/>
    <w:rsid w:val="00431A6F"/>
    <w:rsid w:val="0043211A"/>
    <w:rsid w:val="00433CF5"/>
    <w:rsid w:val="0043465D"/>
    <w:rsid w:val="00435A96"/>
    <w:rsid w:val="00435C7D"/>
    <w:rsid w:val="00436177"/>
    <w:rsid w:val="00440922"/>
    <w:rsid w:val="00440E82"/>
    <w:rsid w:val="0044154C"/>
    <w:rsid w:val="00444ABE"/>
    <w:rsid w:val="00444EBE"/>
    <w:rsid w:val="0044588A"/>
    <w:rsid w:val="00450D36"/>
    <w:rsid w:val="004512C4"/>
    <w:rsid w:val="0045246C"/>
    <w:rsid w:val="0045387B"/>
    <w:rsid w:val="004545FC"/>
    <w:rsid w:val="00454637"/>
    <w:rsid w:val="00454D90"/>
    <w:rsid w:val="00456302"/>
    <w:rsid w:val="004570F6"/>
    <w:rsid w:val="004608F8"/>
    <w:rsid w:val="00462B4A"/>
    <w:rsid w:val="004633E9"/>
    <w:rsid w:val="00467E62"/>
    <w:rsid w:val="0047142B"/>
    <w:rsid w:val="0047662E"/>
    <w:rsid w:val="0047729F"/>
    <w:rsid w:val="00477EB3"/>
    <w:rsid w:val="00481D19"/>
    <w:rsid w:val="0048203A"/>
    <w:rsid w:val="0048546F"/>
    <w:rsid w:val="00487B6B"/>
    <w:rsid w:val="00487F35"/>
    <w:rsid w:val="00495723"/>
    <w:rsid w:val="004A0F15"/>
    <w:rsid w:val="004A259B"/>
    <w:rsid w:val="004B1950"/>
    <w:rsid w:val="004B1AE4"/>
    <w:rsid w:val="004B1D6D"/>
    <w:rsid w:val="004B41CC"/>
    <w:rsid w:val="004B5754"/>
    <w:rsid w:val="004B6C95"/>
    <w:rsid w:val="004C1C10"/>
    <w:rsid w:val="004C212D"/>
    <w:rsid w:val="004C3138"/>
    <w:rsid w:val="004C7DCC"/>
    <w:rsid w:val="004D0565"/>
    <w:rsid w:val="004D1D88"/>
    <w:rsid w:val="004D26B0"/>
    <w:rsid w:val="004D29CC"/>
    <w:rsid w:val="004D4D73"/>
    <w:rsid w:val="004D5298"/>
    <w:rsid w:val="004E0879"/>
    <w:rsid w:val="004E401D"/>
    <w:rsid w:val="004F0DE6"/>
    <w:rsid w:val="004F1850"/>
    <w:rsid w:val="004F2932"/>
    <w:rsid w:val="004F2B43"/>
    <w:rsid w:val="004F4B5D"/>
    <w:rsid w:val="00501AC9"/>
    <w:rsid w:val="00501D17"/>
    <w:rsid w:val="00502F03"/>
    <w:rsid w:val="00503ABE"/>
    <w:rsid w:val="00505CAB"/>
    <w:rsid w:val="00506242"/>
    <w:rsid w:val="00506F33"/>
    <w:rsid w:val="005126D7"/>
    <w:rsid w:val="005149FB"/>
    <w:rsid w:val="00515283"/>
    <w:rsid w:val="00516509"/>
    <w:rsid w:val="00516AFE"/>
    <w:rsid w:val="00517CF1"/>
    <w:rsid w:val="00524108"/>
    <w:rsid w:val="00524FD2"/>
    <w:rsid w:val="00526221"/>
    <w:rsid w:val="005300E0"/>
    <w:rsid w:val="00534552"/>
    <w:rsid w:val="00535890"/>
    <w:rsid w:val="00536511"/>
    <w:rsid w:val="005409C4"/>
    <w:rsid w:val="0054234B"/>
    <w:rsid w:val="0054249A"/>
    <w:rsid w:val="005444A1"/>
    <w:rsid w:val="00544E26"/>
    <w:rsid w:val="005460A8"/>
    <w:rsid w:val="005472A1"/>
    <w:rsid w:val="00552A25"/>
    <w:rsid w:val="005531BA"/>
    <w:rsid w:val="00553547"/>
    <w:rsid w:val="005559C3"/>
    <w:rsid w:val="0055665F"/>
    <w:rsid w:val="0055717C"/>
    <w:rsid w:val="005606AA"/>
    <w:rsid w:val="005612A9"/>
    <w:rsid w:val="00561348"/>
    <w:rsid w:val="00564535"/>
    <w:rsid w:val="00567D55"/>
    <w:rsid w:val="00571BD0"/>
    <w:rsid w:val="0057226B"/>
    <w:rsid w:val="00573610"/>
    <w:rsid w:val="0057369F"/>
    <w:rsid w:val="0057410F"/>
    <w:rsid w:val="00577FB9"/>
    <w:rsid w:val="00580FBF"/>
    <w:rsid w:val="00582D68"/>
    <w:rsid w:val="00585555"/>
    <w:rsid w:val="00585F26"/>
    <w:rsid w:val="00586C80"/>
    <w:rsid w:val="005876B9"/>
    <w:rsid w:val="00587AC5"/>
    <w:rsid w:val="005906D1"/>
    <w:rsid w:val="00590909"/>
    <w:rsid w:val="00592596"/>
    <w:rsid w:val="005927F5"/>
    <w:rsid w:val="005931E1"/>
    <w:rsid w:val="00593C14"/>
    <w:rsid w:val="00596234"/>
    <w:rsid w:val="00597126"/>
    <w:rsid w:val="005A0CF0"/>
    <w:rsid w:val="005A6882"/>
    <w:rsid w:val="005B1EEC"/>
    <w:rsid w:val="005B347A"/>
    <w:rsid w:val="005B442E"/>
    <w:rsid w:val="005B5F78"/>
    <w:rsid w:val="005B7488"/>
    <w:rsid w:val="005C1BA2"/>
    <w:rsid w:val="005C2468"/>
    <w:rsid w:val="005C5A9B"/>
    <w:rsid w:val="005C749B"/>
    <w:rsid w:val="005D023E"/>
    <w:rsid w:val="005D1879"/>
    <w:rsid w:val="005D44F5"/>
    <w:rsid w:val="005E02D3"/>
    <w:rsid w:val="005E089A"/>
    <w:rsid w:val="005E239F"/>
    <w:rsid w:val="005E2D68"/>
    <w:rsid w:val="005E3F5D"/>
    <w:rsid w:val="005E40F3"/>
    <w:rsid w:val="005E66ED"/>
    <w:rsid w:val="005E711E"/>
    <w:rsid w:val="005F0501"/>
    <w:rsid w:val="005F1416"/>
    <w:rsid w:val="005F1BFB"/>
    <w:rsid w:val="005F3E16"/>
    <w:rsid w:val="005F569B"/>
    <w:rsid w:val="005F6B3A"/>
    <w:rsid w:val="005F7961"/>
    <w:rsid w:val="00606915"/>
    <w:rsid w:val="006124EF"/>
    <w:rsid w:val="006146BE"/>
    <w:rsid w:val="006151C2"/>
    <w:rsid w:val="006152A3"/>
    <w:rsid w:val="00615D29"/>
    <w:rsid w:val="00616EA6"/>
    <w:rsid w:val="006208A8"/>
    <w:rsid w:val="00624BEA"/>
    <w:rsid w:val="00624C5F"/>
    <w:rsid w:val="00630608"/>
    <w:rsid w:val="00630A29"/>
    <w:rsid w:val="006333B8"/>
    <w:rsid w:val="00634D00"/>
    <w:rsid w:val="00635B2B"/>
    <w:rsid w:val="00636ADE"/>
    <w:rsid w:val="00637172"/>
    <w:rsid w:val="00640211"/>
    <w:rsid w:val="006419D0"/>
    <w:rsid w:val="00644C46"/>
    <w:rsid w:val="00644CDC"/>
    <w:rsid w:val="00646A59"/>
    <w:rsid w:val="00650267"/>
    <w:rsid w:val="006506F7"/>
    <w:rsid w:val="006522AA"/>
    <w:rsid w:val="006524B3"/>
    <w:rsid w:val="00657815"/>
    <w:rsid w:val="00661C06"/>
    <w:rsid w:val="00661D81"/>
    <w:rsid w:val="00662970"/>
    <w:rsid w:val="00662CE8"/>
    <w:rsid w:val="00662E33"/>
    <w:rsid w:val="0066749A"/>
    <w:rsid w:val="00667C58"/>
    <w:rsid w:val="00677A6A"/>
    <w:rsid w:val="00680F39"/>
    <w:rsid w:val="0068128C"/>
    <w:rsid w:val="006833AC"/>
    <w:rsid w:val="00683D0D"/>
    <w:rsid w:val="0068509D"/>
    <w:rsid w:val="00687824"/>
    <w:rsid w:val="00692B45"/>
    <w:rsid w:val="00693785"/>
    <w:rsid w:val="006A283D"/>
    <w:rsid w:val="006A38A9"/>
    <w:rsid w:val="006A57BC"/>
    <w:rsid w:val="006A7B6C"/>
    <w:rsid w:val="006B2DE1"/>
    <w:rsid w:val="006B381F"/>
    <w:rsid w:val="006B3EE3"/>
    <w:rsid w:val="006B7361"/>
    <w:rsid w:val="006B740E"/>
    <w:rsid w:val="006C0024"/>
    <w:rsid w:val="006C01A0"/>
    <w:rsid w:val="006C1BCB"/>
    <w:rsid w:val="006C2E79"/>
    <w:rsid w:val="006C399C"/>
    <w:rsid w:val="006C5AFF"/>
    <w:rsid w:val="006D0D56"/>
    <w:rsid w:val="006D1B21"/>
    <w:rsid w:val="006D29D0"/>
    <w:rsid w:val="006D2F84"/>
    <w:rsid w:val="006D4970"/>
    <w:rsid w:val="006D547F"/>
    <w:rsid w:val="006D6286"/>
    <w:rsid w:val="006D7848"/>
    <w:rsid w:val="006E063F"/>
    <w:rsid w:val="006E077A"/>
    <w:rsid w:val="006E118B"/>
    <w:rsid w:val="006E31A6"/>
    <w:rsid w:val="006E3460"/>
    <w:rsid w:val="006E39BB"/>
    <w:rsid w:val="006E4EC0"/>
    <w:rsid w:val="006E68D4"/>
    <w:rsid w:val="006E760B"/>
    <w:rsid w:val="006F3971"/>
    <w:rsid w:val="006F5876"/>
    <w:rsid w:val="00700C41"/>
    <w:rsid w:val="0070256E"/>
    <w:rsid w:val="0070271E"/>
    <w:rsid w:val="0070330D"/>
    <w:rsid w:val="00703E7D"/>
    <w:rsid w:val="0070409C"/>
    <w:rsid w:val="00704329"/>
    <w:rsid w:val="007057B4"/>
    <w:rsid w:val="0070678C"/>
    <w:rsid w:val="00706EA3"/>
    <w:rsid w:val="007073BB"/>
    <w:rsid w:val="00714391"/>
    <w:rsid w:val="0071625F"/>
    <w:rsid w:val="00720E80"/>
    <w:rsid w:val="00726F9D"/>
    <w:rsid w:val="007322E0"/>
    <w:rsid w:val="00736151"/>
    <w:rsid w:val="00737FB2"/>
    <w:rsid w:val="00750D36"/>
    <w:rsid w:val="0075158C"/>
    <w:rsid w:val="007524AA"/>
    <w:rsid w:val="0075262C"/>
    <w:rsid w:val="00754240"/>
    <w:rsid w:val="00762D76"/>
    <w:rsid w:val="0076660D"/>
    <w:rsid w:val="007674F3"/>
    <w:rsid w:val="007675F8"/>
    <w:rsid w:val="0077403F"/>
    <w:rsid w:val="00775CFC"/>
    <w:rsid w:val="00777A8D"/>
    <w:rsid w:val="0078164A"/>
    <w:rsid w:val="007821C3"/>
    <w:rsid w:val="0078270C"/>
    <w:rsid w:val="007835C6"/>
    <w:rsid w:val="0078678D"/>
    <w:rsid w:val="00786B3B"/>
    <w:rsid w:val="0079053E"/>
    <w:rsid w:val="00790AFC"/>
    <w:rsid w:val="00792E3F"/>
    <w:rsid w:val="007973F3"/>
    <w:rsid w:val="007A0899"/>
    <w:rsid w:val="007A09AB"/>
    <w:rsid w:val="007A24FC"/>
    <w:rsid w:val="007A3485"/>
    <w:rsid w:val="007A547E"/>
    <w:rsid w:val="007A560C"/>
    <w:rsid w:val="007A79CA"/>
    <w:rsid w:val="007A7AF4"/>
    <w:rsid w:val="007B320D"/>
    <w:rsid w:val="007B3210"/>
    <w:rsid w:val="007B3241"/>
    <w:rsid w:val="007B3A02"/>
    <w:rsid w:val="007B52AA"/>
    <w:rsid w:val="007C0828"/>
    <w:rsid w:val="007D774D"/>
    <w:rsid w:val="007E2779"/>
    <w:rsid w:val="007E587E"/>
    <w:rsid w:val="007F35B2"/>
    <w:rsid w:val="007F716C"/>
    <w:rsid w:val="007F779F"/>
    <w:rsid w:val="007F7DBC"/>
    <w:rsid w:val="008008E2"/>
    <w:rsid w:val="00801BBC"/>
    <w:rsid w:val="00804E23"/>
    <w:rsid w:val="00805B7C"/>
    <w:rsid w:val="008103BF"/>
    <w:rsid w:val="008110A6"/>
    <w:rsid w:val="008117EB"/>
    <w:rsid w:val="008146A4"/>
    <w:rsid w:val="00816283"/>
    <w:rsid w:val="008169D3"/>
    <w:rsid w:val="0081725F"/>
    <w:rsid w:val="00817408"/>
    <w:rsid w:val="0082128C"/>
    <w:rsid w:val="0082329C"/>
    <w:rsid w:val="008236AE"/>
    <w:rsid w:val="00824996"/>
    <w:rsid w:val="008268BA"/>
    <w:rsid w:val="00827ADE"/>
    <w:rsid w:val="00830F37"/>
    <w:rsid w:val="0083115B"/>
    <w:rsid w:val="00833771"/>
    <w:rsid w:val="00833DD4"/>
    <w:rsid w:val="00834407"/>
    <w:rsid w:val="00834E51"/>
    <w:rsid w:val="00841EEA"/>
    <w:rsid w:val="00842957"/>
    <w:rsid w:val="00843505"/>
    <w:rsid w:val="0084465B"/>
    <w:rsid w:val="008472D1"/>
    <w:rsid w:val="008473E7"/>
    <w:rsid w:val="00850920"/>
    <w:rsid w:val="00853612"/>
    <w:rsid w:val="008554CB"/>
    <w:rsid w:val="00856B7D"/>
    <w:rsid w:val="00856EA0"/>
    <w:rsid w:val="008614B5"/>
    <w:rsid w:val="00862CDE"/>
    <w:rsid w:val="008646D4"/>
    <w:rsid w:val="00865C4C"/>
    <w:rsid w:val="00870008"/>
    <w:rsid w:val="00871073"/>
    <w:rsid w:val="008711BC"/>
    <w:rsid w:val="00873C31"/>
    <w:rsid w:val="008751A2"/>
    <w:rsid w:val="008757C4"/>
    <w:rsid w:val="008763D4"/>
    <w:rsid w:val="008771E2"/>
    <w:rsid w:val="00877ABF"/>
    <w:rsid w:val="00880543"/>
    <w:rsid w:val="008827DF"/>
    <w:rsid w:val="008861BA"/>
    <w:rsid w:val="00886800"/>
    <w:rsid w:val="00890CA7"/>
    <w:rsid w:val="00891443"/>
    <w:rsid w:val="0089232A"/>
    <w:rsid w:val="0089352A"/>
    <w:rsid w:val="00895CAF"/>
    <w:rsid w:val="008963DD"/>
    <w:rsid w:val="0089686F"/>
    <w:rsid w:val="00896DBD"/>
    <w:rsid w:val="00897B89"/>
    <w:rsid w:val="008A072A"/>
    <w:rsid w:val="008A17D8"/>
    <w:rsid w:val="008A1C33"/>
    <w:rsid w:val="008A371E"/>
    <w:rsid w:val="008A4452"/>
    <w:rsid w:val="008A4B01"/>
    <w:rsid w:val="008A6A45"/>
    <w:rsid w:val="008B01A0"/>
    <w:rsid w:val="008B3180"/>
    <w:rsid w:val="008B4B84"/>
    <w:rsid w:val="008B7741"/>
    <w:rsid w:val="008B7FE1"/>
    <w:rsid w:val="008C14E5"/>
    <w:rsid w:val="008C1638"/>
    <w:rsid w:val="008C1A66"/>
    <w:rsid w:val="008C2865"/>
    <w:rsid w:val="008C3E8B"/>
    <w:rsid w:val="008C5BA6"/>
    <w:rsid w:val="008C6A83"/>
    <w:rsid w:val="008D0A93"/>
    <w:rsid w:val="008D15B3"/>
    <w:rsid w:val="008D21AE"/>
    <w:rsid w:val="008D2E0A"/>
    <w:rsid w:val="008D41E4"/>
    <w:rsid w:val="008D709D"/>
    <w:rsid w:val="008D75C7"/>
    <w:rsid w:val="008E2949"/>
    <w:rsid w:val="008E3237"/>
    <w:rsid w:val="008E4F70"/>
    <w:rsid w:val="008E5BA7"/>
    <w:rsid w:val="008F0981"/>
    <w:rsid w:val="008F3335"/>
    <w:rsid w:val="008F49FD"/>
    <w:rsid w:val="008F4CED"/>
    <w:rsid w:val="00900CFA"/>
    <w:rsid w:val="009013B2"/>
    <w:rsid w:val="00901595"/>
    <w:rsid w:val="0090267A"/>
    <w:rsid w:val="00904B56"/>
    <w:rsid w:val="00904CA6"/>
    <w:rsid w:val="00904E12"/>
    <w:rsid w:val="00905AD0"/>
    <w:rsid w:val="0090609F"/>
    <w:rsid w:val="00912A7F"/>
    <w:rsid w:val="0091726E"/>
    <w:rsid w:val="00917801"/>
    <w:rsid w:val="00920DB3"/>
    <w:rsid w:val="0092464E"/>
    <w:rsid w:val="009251FF"/>
    <w:rsid w:val="00925366"/>
    <w:rsid w:val="009351C3"/>
    <w:rsid w:val="0093679A"/>
    <w:rsid w:val="009422F5"/>
    <w:rsid w:val="0094349C"/>
    <w:rsid w:val="00947B53"/>
    <w:rsid w:val="00954D87"/>
    <w:rsid w:val="009562EA"/>
    <w:rsid w:val="0096040E"/>
    <w:rsid w:val="00961BE4"/>
    <w:rsid w:val="00963626"/>
    <w:rsid w:val="00963A5A"/>
    <w:rsid w:val="00965922"/>
    <w:rsid w:val="00967763"/>
    <w:rsid w:val="00967FBC"/>
    <w:rsid w:val="00971625"/>
    <w:rsid w:val="00971FB7"/>
    <w:rsid w:val="00972491"/>
    <w:rsid w:val="00973C32"/>
    <w:rsid w:val="00974096"/>
    <w:rsid w:val="00976D25"/>
    <w:rsid w:val="00980221"/>
    <w:rsid w:val="00981282"/>
    <w:rsid w:val="00981C11"/>
    <w:rsid w:val="00983FE4"/>
    <w:rsid w:val="0098462D"/>
    <w:rsid w:val="00984AEE"/>
    <w:rsid w:val="00985BC7"/>
    <w:rsid w:val="009925F6"/>
    <w:rsid w:val="00993873"/>
    <w:rsid w:val="00994945"/>
    <w:rsid w:val="00995E56"/>
    <w:rsid w:val="00996EC7"/>
    <w:rsid w:val="009A4AEA"/>
    <w:rsid w:val="009A4EE0"/>
    <w:rsid w:val="009A54DF"/>
    <w:rsid w:val="009A7A56"/>
    <w:rsid w:val="009B1D2E"/>
    <w:rsid w:val="009B2086"/>
    <w:rsid w:val="009B2EA5"/>
    <w:rsid w:val="009B4271"/>
    <w:rsid w:val="009B670C"/>
    <w:rsid w:val="009B682A"/>
    <w:rsid w:val="009B6B43"/>
    <w:rsid w:val="009B7F52"/>
    <w:rsid w:val="009C01C7"/>
    <w:rsid w:val="009C0523"/>
    <w:rsid w:val="009C13A5"/>
    <w:rsid w:val="009C21DC"/>
    <w:rsid w:val="009C4EB4"/>
    <w:rsid w:val="009C4EEF"/>
    <w:rsid w:val="009C689B"/>
    <w:rsid w:val="009C6A05"/>
    <w:rsid w:val="009C6D52"/>
    <w:rsid w:val="009C748A"/>
    <w:rsid w:val="009D4A68"/>
    <w:rsid w:val="009D4BE7"/>
    <w:rsid w:val="009D4E42"/>
    <w:rsid w:val="009D50BA"/>
    <w:rsid w:val="009D593B"/>
    <w:rsid w:val="009D7CCF"/>
    <w:rsid w:val="009D7F24"/>
    <w:rsid w:val="009E229B"/>
    <w:rsid w:val="009E3611"/>
    <w:rsid w:val="009F4742"/>
    <w:rsid w:val="009F4842"/>
    <w:rsid w:val="009F63C0"/>
    <w:rsid w:val="00A01395"/>
    <w:rsid w:val="00A060F7"/>
    <w:rsid w:val="00A068B8"/>
    <w:rsid w:val="00A07D46"/>
    <w:rsid w:val="00A10C3B"/>
    <w:rsid w:val="00A12B52"/>
    <w:rsid w:val="00A138A7"/>
    <w:rsid w:val="00A1394D"/>
    <w:rsid w:val="00A16EE8"/>
    <w:rsid w:val="00A2020E"/>
    <w:rsid w:val="00A2034F"/>
    <w:rsid w:val="00A2146C"/>
    <w:rsid w:val="00A24469"/>
    <w:rsid w:val="00A25298"/>
    <w:rsid w:val="00A2652E"/>
    <w:rsid w:val="00A33932"/>
    <w:rsid w:val="00A3471A"/>
    <w:rsid w:val="00A34F25"/>
    <w:rsid w:val="00A354D2"/>
    <w:rsid w:val="00A35970"/>
    <w:rsid w:val="00A35B18"/>
    <w:rsid w:val="00A3649C"/>
    <w:rsid w:val="00A36FF3"/>
    <w:rsid w:val="00A370E6"/>
    <w:rsid w:val="00A41BDF"/>
    <w:rsid w:val="00A45D59"/>
    <w:rsid w:val="00A45DEE"/>
    <w:rsid w:val="00A462CA"/>
    <w:rsid w:val="00A47302"/>
    <w:rsid w:val="00A51331"/>
    <w:rsid w:val="00A51F9C"/>
    <w:rsid w:val="00A528E4"/>
    <w:rsid w:val="00A52FF9"/>
    <w:rsid w:val="00A53BD8"/>
    <w:rsid w:val="00A568EA"/>
    <w:rsid w:val="00A56AC7"/>
    <w:rsid w:val="00A56C65"/>
    <w:rsid w:val="00A61BAB"/>
    <w:rsid w:val="00A62443"/>
    <w:rsid w:val="00A6516B"/>
    <w:rsid w:val="00A6516F"/>
    <w:rsid w:val="00A6548C"/>
    <w:rsid w:val="00A71603"/>
    <w:rsid w:val="00A737BB"/>
    <w:rsid w:val="00A76FC8"/>
    <w:rsid w:val="00A811F8"/>
    <w:rsid w:val="00A86473"/>
    <w:rsid w:val="00A908FE"/>
    <w:rsid w:val="00A959B5"/>
    <w:rsid w:val="00A96876"/>
    <w:rsid w:val="00AA28CE"/>
    <w:rsid w:val="00AA41A0"/>
    <w:rsid w:val="00AA48D2"/>
    <w:rsid w:val="00AA6C6E"/>
    <w:rsid w:val="00AA6CC7"/>
    <w:rsid w:val="00AB290B"/>
    <w:rsid w:val="00AB30AA"/>
    <w:rsid w:val="00AB38D9"/>
    <w:rsid w:val="00AB4122"/>
    <w:rsid w:val="00AB5569"/>
    <w:rsid w:val="00AB777C"/>
    <w:rsid w:val="00AB7EED"/>
    <w:rsid w:val="00AC0997"/>
    <w:rsid w:val="00AC0F7E"/>
    <w:rsid w:val="00AC13E6"/>
    <w:rsid w:val="00AC472A"/>
    <w:rsid w:val="00AC4AE2"/>
    <w:rsid w:val="00AC6C42"/>
    <w:rsid w:val="00AC7B2E"/>
    <w:rsid w:val="00AD1F00"/>
    <w:rsid w:val="00AD230F"/>
    <w:rsid w:val="00AD5F3A"/>
    <w:rsid w:val="00AE109D"/>
    <w:rsid w:val="00AE1935"/>
    <w:rsid w:val="00AE19D7"/>
    <w:rsid w:val="00AE1C8F"/>
    <w:rsid w:val="00AE36DA"/>
    <w:rsid w:val="00AE4604"/>
    <w:rsid w:val="00AE4A13"/>
    <w:rsid w:val="00AE4BCE"/>
    <w:rsid w:val="00AE6A8B"/>
    <w:rsid w:val="00AE6E32"/>
    <w:rsid w:val="00AF0425"/>
    <w:rsid w:val="00AF1904"/>
    <w:rsid w:val="00AF2C54"/>
    <w:rsid w:val="00AF6E2B"/>
    <w:rsid w:val="00AF7F24"/>
    <w:rsid w:val="00B01992"/>
    <w:rsid w:val="00B0391A"/>
    <w:rsid w:val="00B047C6"/>
    <w:rsid w:val="00B04BF5"/>
    <w:rsid w:val="00B05B30"/>
    <w:rsid w:val="00B05D17"/>
    <w:rsid w:val="00B10D1E"/>
    <w:rsid w:val="00B12598"/>
    <w:rsid w:val="00B125F5"/>
    <w:rsid w:val="00B12ED8"/>
    <w:rsid w:val="00B15EE2"/>
    <w:rsid w:val="00B161D5"/>
    <w:rsid w:val="00B1657B"/>
    <w:rsid w:val="00B17DD2"/>
    <w:rsid w:val="00B22EFE"/>
    <w:rsid w:val="00B2379C"/>
    <w:rsid w:val="00B2595E"/>
    <w:rsid w:val="00B279D6"/>
    <w:rsid w:val="00B27F0D"/>
    <w:rsid w:val="00B307CB"/>
    <w:rsid w:val="00B331C2"/>
    <w:rsid w:val="00B33A75"/>
    <w:rsid w:val="00B36089"/>
    <w:rsid w:val="00B4161A"/>
    <w:rsid w:val="00B441D7"/>
    <w:rsid w:val="00B47346"/>
    <w:rsid w:val="00B47FD5"/>
    <w:rsid w:val="00B51956"/>
    <w:rsid w:val="00B531EF"/>
    <w:rsid w:val="00B5336B"/>
    <w:rsid w:val="00B547A6"/>
    <w:rsid w:val="00B6140F"/>
    <w:rsid w:val="00B635E8"/>
    <w:rsid w:val="00B65273"/>
    <w:rsid w:val="00B70AC9"/>
    <w:rsid w:val="00B71AC4"/>
    <w:rsid w:val="00B72B94"/>
    <w:rsid w:val="00B75787"/>
    <w:rsid w:val="00B77164"/>
    <w:rsid w:val="00B8048B"/>
    <w:rsid w:val="00B81B53"/>
    <w:rsid w:val="00B8310C"/>
    <w:rsid w:val="00B843BF"/>
    <w:rsid w:val="00B84E98"/>
    <w:rsid w:val="00B84F09"/>
    <w:rsid w:val="00B8653C"/>
    <w:rsid w:val="00B87C37"/>
    <w:rsid w:val="00B90253"/>
    <w:rsid w:val="00B93154"/>
    <w:rsid w:val="00B93AAD"/>
    <w:rsid w:val="00B94206"/>
    <w:rsid w:val="00B94DE2"/>
    <w:rsid w:val="00B97289"/>
    <w:rsid w:val="00B97B2F"/>
    <w:rsid w:val="00B97DA5"/>
    <w:rsid w:val="00BA0DEC"/>
    <w:rsid w:val="00BA119B"/>
    <w:rsid w:val="00BA2083"/>
    <w:rsid w:val="00BA354B"/>
    <w:rsid w:val="00BB0BD0"/>
    <w:rsid w:val="00BB33C0"/>
    <w:rsid w:val="00BB6593"/>
    <w:rsid w:val="00BB7D7A"/>
    <w:rsid w:val="00BC0F00"/>
    <w:rsid w:val="00BC6C0D"/>
    <w:rsid w:val="00BD1680"/>
    <w:rsid w:val="00BD4944"/>
    <w:rsid w:val="00BD505A"/>
    <w:rsid w:val="00BD6AC3"/>
    <w:rsid w:val="00BE057A"/>
    <w:rsid w:val="00BE1DD1"/>
    <w:rsid w:val="00BE324C"/>
    <w:rsid w:val="00BE333E"/>
    <w:rsid w:val="00BE3425"/>
    <w:rsid w:val="00BE495C"/>
    <w:rsid w:val="00BE526D"/>
    <w:rsid w:val="00BE5F17"/>
    <w:rsid w:val="00BE69A9"/>
    <w:rsid w:val="00BF353D"/>
    <w:rsid w:val="00BF50E0"/>
    <w:rsid w:val="00BF5447"/>
    <w:rsid w:val="00BF6036"/>
    <w:rsid w:val="00BF6659"/>
    <w:rsid w:val="00BF7188"/>
    <w:rsid w:val="00C00918"/>
    <w:rsid w:val="00C04738"/>
    <w:rsid w:val="00C071DD"/>
    <w:rsid w:val="00C078D0"/>
    <w:rsid w:val="00C10369"/>
    <w:rsid w:val="00C14AFB"/>
    <w:rsid w:val="00C152A6"/>
    <w:rsid w:val="00C1596F"/>
    <w:rsid w:val="00C170A7"/>
    <w:rsid w:val="00C20788"/>
    <w:rsid w:val="00C24209"/>
    <w:rsid w:val="00C24562"/>
    <w:rsid w:val="00C245B7"/>
    <w:rsid w:val="00C25C6B"/>
    <w:rsid w:val="00C27244"/>
    <w:rsid w:val="00C32496"/>
    <w:rsid w:val="00C32B8B"/>
    <w:rsid w:val="00C35C23"/>
    <w:rsid w:val="00C41FFB"/>
    <w:rsid w:val="00C426E3"/>
    <w:rsid w:val="00C44312"/>
    <w:rsid w:val="00C466F7"/>
    <w:rsid w:val="00C47D4C"/>
    <w:rsid w:val="00C503B6"/>
    <w:rsid w:val="00C50B4E"/>
    <w:rsid w:val="00C50C1E"/>
    <w:rsid w:val="00C50DC8"/>
    <w:rsid w:val="00C51C7B"/>
    <w:rsid w:val="00C531E4"/>
    <w:rsid w:val="00C55380"/>
    <w:rsid w:val="00C60092"/>
    <w:rsid w:val="00C62157"/>
    <w:rsid w:val="00C63E9A"/>
    <w:rsid w:val="00C675A0"/>
    <w:rsid w:val="00C706B1"/>
    <w:rsid w:val="00C72881"/>
    <w:rsid w:val="00C73391"/>
    <w:rsid w:val="00C73847"/>
    <w:rsid w:val="00C745F2"/>
    <w:rsid w:val="00C76EBA"/>
    <w:rsid w:val="00C77362"/>
    <w:rsid w:val="00C77D7A"/>
    <w:rsid w:val="00C80D5C"/>
    <w:rsid w:val="00C82054"/>
    <w:rsid w:val="00C828AE"/>
    <w:rsid w:val="00C82F8E"/>
    <w:rsid w:val="00C8315E"/>
    <w:rsid w:val="00C85226"/>
    <w:rsid w:val="00C85951"/>
    <w:rsid w:val="00C86F6D"/>
    <w:rsid w:val="00C908DA"/>
    <w:rsid w:val="00C90B9F"/>
    <w:rsid w:val="00C92DD8"/>
    <w:rsid w:val="00C951EF"/>
    <w:rsid w:val="00C956E5"/>
    <w:rsid w:val="00C9725E"/>
    <w:rsid w:val="00C97D13"/>
    <w:rsid w:val="00C97F99"/>
    <w:rsid w:val="00CA3A9D"/>
    <w:rsid w:val="00CA54CE"/>
    <w:rsid w:val="00CA6146"/>
    <w:rsid w:val="00CB22AC"/>
    <w:rsid w:val="00CB3E2D"/>
    <w:rsid w:val="00CB5D0A"/>
    <w:rsid w:val="00CC1909"/>
    <w:rsid w:val="00CC1FB2"/>
    <w:rsid w:val="00CC2DA5"/>
    <w:rsid w:val="00CC33DB"/>
    <w:rsid w:val="00CC4B65"/>
    <w:rsid w:val="00CC66A4"/>
    <w:rsid w:val="00CC6FD9"/>
    <w:rsid w:val="00CC78C2"/>
    <w:rsid w:val="00CD0B83"/>
    <w:rsid w:val="00CD666E"/>
    <w:rsid w:val="00CD69F6"/>
    <w:rsid w:val="00CE053E"/>
    <w:rsid w:val="00CE4F32"/>
    <w:rsid w:val="00CF047F"/>
    <w:rsid w:val="00CF521D"/>
    <w:rsid w:val="00CF54BA"/>
    <w:rsid w:val="00CF6BB8"/>
    <w:rsid w:val="00D013F8"/>
    <w:rsid w:val="00D0168D"/>
    <w:rsid w:val="00D01A5A"/>
    <w:rsid w:val="00D0438A"/>
    <w:rsid w:val="00D051D5"/>
    <w:rsid w:val="00D0553D"/>
    <w:rsid w:val="00D06A62"/>
    <w:rsid w:val="00D07B5D"/>
    <w:rsid w:val="00D102EA"/>
    <w:rsid w:val="00D1052A"/>
    <w:rsid w:val="00D10DB0"/>
    <w:rsid w:val="00D15878"/>
    <w:rsid w:val="00D1616F"/>
    <w:rsid w:val="00D16817"/>
    <w:rsid w:val="00D17534"/>
    <w:rsid w:val="00D20935"/>
    <w:rsid w:val="00D21D37"/>
    <w:rsid w:val="00D2326B"/>
    <w:rsid w:val="00D23B15"/>
    <w:rsid w:val="00D26FDF"/>
    <w:rsid w:val="00D27082"/>
    <w:rsid w:val="00D3013E"/>
    <w:rsid w:val="00D320A1"/>
    <w:rsid w:val="00D341F1"/>
    <w:rsid w:val="00D359A2"/>
    <w:rsid w:val="00D35A48"/>
    <w:rsid w:val="00D35B45"/>
    <w:rsid w:val="00D369A3"/>
    <w:rsid w:val="00D40121"/>
    <w:rsid w:val="00D40DBC"/>
    <w:rsid w:val="00D41ADE"/>
    <w:rsid w:val="00D41B24"/>
    <w:rsid w:val="00D42913"/>
    <w:rsid w:val="00D42F61"/>
    <w:rsid w:val="00D433BF"/>
    <w:rsid w:val="00D508F6"/>
    <w:rsid w:val="00D50BA5"/>
    <w:rsid w:val="00D542CF"/>
    <w:rsid w:val="00D5440B"/>
    <w:rsid w:val="00D5521F"/>
    <w:rsid w:val="00D55E8D"/>
    <w:rsid w:val="00D61A85"/>
    <w:rsid w:val="00D61D15"/>
    <w:rsid w:val="00D62A9A"/>
    <w:rsid w:val="00D63605"/>
    <w:rsid w:val="00D640BC"/>
    <w:rsid w:val="00D642D7"/>
    <w:rsid w:val="00D67560"/>
    <w:rsid w:val="00D6762A"/>
    <w:rsid w:val="00D70AC1"/>
    <w:rsid w:val="00D726D1"/>
    <w:rsid w:val="00D73495"/>
    <w:rsid w:val="00D768D2"/>
    <w:rsid w:val="00D800EC"/>
    <w:rsid w:val="00D84987"/>
    <w:rsid w:val="00D84CF7"/>
    <w:rsid w:val="00D86092"/>
    <w:rsid w:val="00D87A07"/>
    <w:rsid w:val="00D87F4C"/>
    <w:rsid w:val="00D915A1"/>
    <w:rsid w:val="00D9294F"/>
    <w:rsid w:val="00D95EED"/>
    <w:rsid w:val="00DA0F38"/>
    <w:rsid w:val="00DA3AD5"/>
    <w:rsid w:val="00DA45EC"/>
    <w:rsid w:val="00DA46E5"/>
    <w:rsid w:val="00DA637D"/>
    <w:rsid w:val="00DB12E4"/>
    <w:rsid w:val="00DB3099"/>
    <w:rsid w:val="00DB3BEF"/>
    <w:rsid w:val="00DB4388"/>
    <w:rsid w:val="00DC3863"/>
    <w:rsid w:val="00DC6BE1"/>
    <w:rsid w:val="00DD0273"/>
    <w:rsid w:val="00DD0B97"/>
    <w:rsid w:val="00DD1A12"/>
    <w:rsid w:val="00DD31D7"/>
    <w:rsid w:val="00DD6470"/>
    <w:rsid w:val="00DD7E84"/>
    <w:rsid w:val="00DE1848"/>
    <w:rsid w:val="00DE2D49"/>
    <w:rsid w:val="00DE31D8"/>
    <w:rsid w:val="00DE3F03"/>
    <w:rsid w:val="00DF1DBD"/>
    <w:rsid w:val="00DF3486"/>
    <w:rsid w:val="00DF750F"/>
    <w:rsid w:val="00E04C29"/>
    <w:rsid w:val="00E070A6"/>
    <w:rsid w:val="00E076C4"/>
    <w:rsid w:val="00E124DC"/>
    <w:rsid w:val="00E13ED9"/>
    <w:rsid w:val="00E15997"/>
    <w:rsid w:val="00E21996"/>
    <w:rsid w:val="00E21ABB"/>
    <w:rsid w:val="00E24FFA"/>
    <w:rsid w:val="00E26B04"/>
    <w:rsid w:val="00E3234F"/>
    <w:rsid w:val="00E331C8"/>
    <w:rsid w:val="00E3469C"/>
    <w:rsid w:val="00E346E2"/>
    <w:rsid w:val="00E36083"/>
    <w:rsid w:val="00E36163"/>
    <w:rsid w:val="00E363F7"/>
    <w:rsid w:val="00E3671E"/>
    <w:rsid w:val="00E368D5"/>
    <w:rsid w:val="00E416CB"/>
    <w:rsid w:val="00E41D64"/>
    <w:rsid w:val="00E5022F"/>
    <w:rsid w:val="00E5286B"/>
    <w:rsid w:val="00E53CD1"/>
    <w:rsid w:val="00E56981"/>
    <w:rsid w:val="00E56B88"/>
    <w:rsid w:val="00E56E74"/>
    <w:rsid w:val="00E57BC0"/>
    <w:rsid w:val="00E63589"/>
    <w:rsid w:val="00E66D58"/>
    <w:rsid w:val="00E673E7"/>
    <w:rsid w:val="00E67F63"/>
    <w:rsid w:val="00E70A61"/>
    <w:rsid w:val="00E721C0"/>
    <w:rsid w:val="00E7256B"/>
    <w:rsid w:val="00E73EBB"/>
    <w:rsid w:val="00E80C7B"/>
    <w:rsid w:val="00E8126C"/>
    <w:rsid w:val="00E81A05"/>
    <w:rsid w:val="00E83192"/>
    <w:rsid w:val="00E83C7C"/>
    <w:rsid w:val="00E8466C"/>
    <w:rsid w:val="00E8509A"/>
    <w:rsid w:val="00E9058A"/>
    <w:rsid w:val="00E909EE"/>
    <w:rsid w:val="00E90A84"/>
    <w:rsid w:val="00E90C80"/>
    <w:rsid w:val="00E9105D"/>
    <w:rsid w:val="00E91B61"/>
    <w:rsid w:val="00E934A4"/>
    <w:rsid w:val="00E94B01"/>
    <w:rsid w:val="00E967AC"/>
    <w:rsid w:val="00E970C0"/>
    <w:rsid w:val="00E971B9"/>
    <w:rsid w:val="00EA1297"/>
    <w:rsid w:val="00EB347B"/>
    <w:rsid w:val="00EB3DF5"/>
    <w:rsid w:val="00EB4953"/>
    <w:rsid w:val="00EB497E"/>
    <w:rsid w:val="00EB4E2A"/>
    <w:rsid w:val="00EC019C"/>
    <w:rsid w:val="00EC452D"/>
    <w:rsid w:val="00EC46E5"/>
    <w:rsid w:val="00EC4BE0"/>
    <w:rsid w:val="00EC6274"/>
    <w:rsid w:val="00EC66E1"/>
    <w:rsid w:val="00EC690C"/>
    <w:rsid w:val="00ED2006"/>
    <w:rsid w:val="00ED53C6"/>
    <w:rsid w:val="00ED5502"/>
    <w:rsid w:val="00EE1C35"/>
    <w:rsid w:val="00EE2497"/>
    <w:rsid w:val="00EE4661"/>
    <w:rsid w:val="00EE4F7B"/>
    <w:rsid w:val="00EE5468"/>
    <w:rsid w:val="00EE63A0"/>
    <w:rsid w:val="00EF2CF3"/>
    <w:rsid w:val="00EF3F57"/>
    <w:rsid w:val="00EF5042"/>
    <w:rsid w:val="00EF690C"/>
    <w:rsid w:val="00F000B7"/>
    <w:rsid w:val="00F00817"/>
    <w:rsid w:val="00F00D22"/>
    <w:rsid w:val="00F01159"/>
    <w:rsid w:val="00F03D5F"/>
    <w:rsid w:val="00F05423"/>
    <w:rsid w:val="00F062DE"/>
    <w:rsid w:val="00F06E49"/>
    <w:rsid w:val="00F11CAC"/>
    <w:rsid w:val="00F1443C"/>
    <w:rsid w:val="00F14C6C"/>
    <w:rsid w:val="00F17158"/>
    <w:rsid w:val="00F209A0"/>
    <w:rsid w:val="00F20AC8"/>
    <w:rsid w:val="00F2687D"/>
    <w:rsid w:val="00F26E42"/>
    <w:rsid w:val="00F2700E"/>
    <w:rsid w:val="00F307A8"/>
    <w:rsid w:val="00F30DD3"/>
    <w:rsid w:val="00F30E6F"/>
    <w:rsid w:val="00F31144"/>
    <w:rsid w:val="00F335BA"/>
    <w:rsid w:val="00F33954"/>
    <w:rsid w:val="00F34322"/>
    <w:rsid w:val="00F374D5"/>
    <w:rsid w:val="00F400E6"/>
    <w:rsid w:val="00F40369"/>
    <w:rsid w:val="00F42CB6"/>
    <w:rsid w:val="00F432F9"/>
    <w:rsid w:val="00F43339"/>
    <w:rsid w:val="00F46250"/>
    <w:rsid w:val="00F46447"/>
    <w:rsid w:val="00F503F2"/>
    <w:rsid w:val="00F51E2A"/>
    <w:rsid w:val="00F53773"/>
    <w:rsid w:val="00F54CC6"/>
    <w:rsid w:val="00F55ECC"/>
    <w:rsid w:val="00F63EC9"/>
    <w:rsid w:val="00F64363"/>
    <w:rsid w:val="00F647D6"/>
    <w:rsid w:val="00F64F2B"/>
    <w:rsid w:val="00F67D28"/>
    <w:rsid w:val="00F70E2F"/>
    <w:rsid w:val="00F716A4"/>
    <w:rsid w:val="00F71E3A"/>
    <w:rsid w:val="00F750D9"/>
    <w:rsid w:val="00F754E0"/>
    <w:rsid w:val="00F763FE"/>
    <w:rsid w:val="00F7771A"/>
    <w:rsid w:val="00F809FD"/>
    <w:rsid w:val="00F832AD"/>
    <w:rsid w:val="00F865FE"/>
    <w:rsid w:val="00F910D6"/>
    <w:rsid w:val="00F91795"/>
    <w:rsid w:val="00F936F3"/>
    <w:rsid w:val="00F93947"/>
    <w:rsid w:val="00F94560"/>
    <w:rsid w:val="00F94E75"/>
    <w:rsid w:val="00F95E82"/>
    <w:rsid w:val="00F963F7"/>
    <w:rsid w:val="00F972C8"/>
    <w:rsid w:val="00F97E2F"/>
    <w:rsid w:val="00FA0661"/>
    <w:rsid w:val="00FA3118"/>
    <w:rsid w:val="00FA39C6"/>
    <w:rsid w:val="00FA43E5"/>
    <w:rsid w:val="00FA45F1"/>
    <w:rsid w:val="00FA4FA5"/>
    <w:rsid w:val="00FB43F7"/>
    <w:rsid w:val="00FB548F"/>
    <w:rsid w:val="00FB7E52"/>
    <w:rsid w:val="00FC40B6"/>
    <w:rsid w:val="00FC5E79"/>
    <w:rsid w:val="00FC7061"/>
    <w:rsid w:val="00FD148B"/>
    <w:rsid w:val="00FD4686"/>
    <w:rsid w:val="00FD650D"/>
    <w:rsid w:val="00FE292A"/>
    <w:rsid w:val="00FE744B"/>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 w:type="paragraph" w:styleId="Revision">
    <w:name w:val="Revision"/>
    <w:hidden/>
    <w:uiPriority w:val="99"/>
    <w:semiHidden/>
    <w:rsid w:val="00216EED"/>
    <w:pPr>
      <w:spacing w:after="0" w:line="240" w:lineRule="auto"/>
    </w:pPr>
    <w:rPr>
      <w:color w:val="000000" w:themeColor="text2"/>
      <w:sz w:val="20"/>
    </w:rPr>
  </w:style>
  <w:style w:type="character" w:styleId="Strong">
    <w:name w:val="Strong"/>
    <w:basedOn w:val="DefaultParagraphFont"/>
    <w:qFormat/>
    <w:rsid w:val="003228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559768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295184141">
      <w:bodyDiv w:val="1"/>
      <w:marLeft w:val="0"/>
      <w:marRight w:val="0"/>
      <w:marTop w:val="0"/>
      <w:marBottom w:val="0"/>
      <w:divBdr>
        <w:top w:val="none" w:sz="0" w:space="0" w:color="auto"/>
        <w:left w:val="none" w:sz="0" w:space="0" w:color="auto"/>
        <w:bottom w:val="none" w:sz="0" w:space="0" w:color="auto"/>
        <w:right w:val="none" w:sz="0" w:space="0" w:color="auto"/>
      </w:divBdr>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64927167">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18336144">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09517885">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 w:id="2062438670">
      <w:bodyDiv w:val="1"/>
      <w:marLeft w:val="0"/>
      <w:marRight w:val="0"/>
      <w:marTop w:val="0"/>
      <w:marBottom w:val="0"/>
      <w:divBdr>
        <w:top w:val="none" w:sz="0" w:space="0" w:color="auto"/>
        <w:left w:val="none" w:sz="0" w:space="0" w:color="auto"/>
        <w:bottom w:val="none" w:sz="0" w:space="0" w:color="auto"/>
        <w:right w:val="none" w:sz="0" w:space="0" w:color="auto"/>
      </w:divBdr>
    </w:div>
    <w:div w:id="210410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Mykhailo.Prokopets@plan-international.org" TargetMode="External"/><Relationship Id="rId26" Type="http://schemas.openxmlformats.org/officeDocument/2006/relationships/hyperlink" Target="mailto:ukraine.procurement@plan-international.org" TargetMode="External"/><Relationship Id="rId3" Type="http://schemas.openxmlformats.org/officeDocument/2006/relationships/customXml" Target="../customXml/item3.xml"/><Relationship Id="rId21" Type="http://schemas.openxmlformats.org/officeDocument/2006/relationships/hyperlink" Target="https://plan-international.org/strategy"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lesia.tsipkun@plan-international.org" TargetMode="External"/><Relationship Id="rId25" Type="http://schemas.openxmlformats.org/officeDocument/2006/relationships/hyperlink" Target="mailto:iryna.gaidai@plan-international.or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0.png"/><Relationship Id="rId20" Type="http://schemas.openxmlformats.org/officeDocument/2006/relationships/image" Target="media/image5.jpeg"/><Relationship Id="rId29" Type="http://schemas.openxmlformats.org/officeDocument/2006/relationships/hyperlink" Target="mailto:iryna.gaidai@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Mykhailo.Prokopets@plan-international.org"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lesia.tsipkun@plan-international.org" TargetMode="External"/><Relationship Id="rId28" Type="http://schemas.openxmlformats.org/officeDocument/2006/relationships/hyperlink" Target="mailto:Mykhailo.Prokopets@plan-international.org" TargetMode="External"/><Relationship Id="rId10" Type="http://schemas.openxmlformats.org/officeDocument/2006/relationships/endnotes" Target="endnotes.xml"/><Relationship Id="rId19" Type="http://schemas.openxmlformats.org/officeDocument/2006/relationships/hyperlink" Target="mailto:iryna.gaidai@plan-international.org"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ukraine.procurement@plan-international.org" TargetMode="External"/><Relationship Id="rId27" Type="http://schemas.openxmlformats.org/officeDocument/2006/relationships/hyperlink" Target="mailto:lesia.tsipkun@plan-international.org" TargetMode="External"/><Relationship Id="rId30" Type="http://schemas.openxmlformats.org/officeDocument/2006/relationships/header" Target="header3.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TranslatedLang xmlns="1b122236-6729-4aff-b508-8c68f4f9eea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DB1D29BC052B7443B1E1C1ADE9D416D9" ma:contentTypeVersion="19" ma:contentTypeDescription="Створення нового документа." ma:contentTypeScope="" ma:versionID="7054fbd9f61928dff9cb1792d605dd9b">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d4cdcb8f487af65504da923fcad50024"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element ref="ns2:TranslatedLa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Теги зображень"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element name="TranslatedLang" ma:index="26" nillable="true" ma:displayName="Translated Language" ma:internalName="TranslatedLang">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2.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3.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4.xml><?xml version="1.0" encoding="utf-8"?>
<ds:datastoreItem xmlns:ds="http://schemas.openxmlformats.org/officeDocument/2006/customXml" ds:itemID="{E4858DD0-9FAB-4183-A334-610E55CB8154}"/>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433</TotalTime>
  <Pages>6</Pages>
  <Words>1457</Words>
  <Characters>9210</Characters>
  <Application>Microsoft Office Word</Application>
  <DocSecurity>0</DocSecurity>
  <Lines>248</Lines>
  <Paragraphs>87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Iryna Gaidai</cp:lastModifiedBy>
  <cp:revision>156</cp:revision>
  <cp:lastPrinted>2015-05-18T13:41:00Z</cp:lastPrinted>
  <dcterms:created xsi:type="dcterms:W3CDTF">2024-10-08T10:28:00Z</dcterms:created>
  <dcterms:modified xsi:type="dcterms:W3CDTF">2025-10-23T12:56:00Z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